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D92DFD" w14:textId="599A6426" w:rsidR="004D36D7" w:rsidRPr="00FD4A68" w:rsidRDefault="00B10A45" w:rsidP="00B47940">
      <w:pPr>
        <w:pStyle w:val="Title"/>
        <w:rPr>
          <w:rStyle w:val="LabTitleInstVersred"/>
          <w:b/>
          <w:color w:val="auto"/>
        </w:rPr>
      </w:pPr>
      <w:sdt>
        <w:sdtPr>
          <w:rPr>
            <w:b w:val="0"/>
            <w:color w:val="EE0000"/>
          </w:rPr>
          <w:alias w:val="Title"/>
          <w:tag w:val=""/>
          <w:id w:val="-487021785"/>
          <w:placeholder>
            <w:docPart w:val="F061656E1BD143A0969139B92F85C6B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B53C6">
            <w:t>Lab - Using Wireshark to Examine a UDP DNS Capture</w:t>
          </w:r>
        </w:sdtContent>
      </w:sdt>
    </w:p>
    <w:p w14:paraId="215B02A6" w14:textId="77777777" w:rsidR="00D778DF" w:rsidRPr="00E70096" w:rsidRDefault="00D778DF" w:rsidP="00D452F4">
      <w:pPr>
        <w:pStyle w:val="Heading1"/>
      </w:pPr>
      <w:r w:rsidRPr="00E70096">
        <w:t>Topology</w:t>
      </w:r>
    </w:p>
    <w:p w14:paraId="3B815AF8" w14:textId="77777777" w:rsidR="007B53C6" w:rsidRPr="007B53C6" w:rsidRDefault="007B53C6" w:rsidP="00D778DF">
      <w:pPr>
        <w:pStyle w:val="Visual"/>
        <w:rPr>
          <w:b/>
          <w:bCs/>
        </w:rPr>
      </w:pPr>
      <w:r>
        <w:rPr>
          <w:noProof/>
        </w:rPr>
        <w:drawing>
          <wp:inline distT="0" distB="0" distL="0" distR="0" wp14:anchorId="3923C887" wp14:editId="2CD0A62E">
            <wp:extent cx="4518660" cy="1144217"/>
            <wp:effectExtent l="0" t="0" r="0" b="0"/>
            <wp:docPr id="16" name="Picture 16" descr="Topology showing an external server in the Internet connected to a Router which connects to a VM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31078" cy="1147362"/>
                    </a:xfrm>
                    <a:prstGeom prst="rect">
                      <a:avLst/>
                    </a:prstGeom>
                    <a:noFill/>
                  </pic:spPr>
                </pic:pic>
              </a:graphicData>
            </a:graphic>
          </wp:inline>
        </w:drawing>
      </w:r>
    </w:p>
    <w:p w14:paraId="6C8BAC90" w14:textId="77777777" w:rsidR="00D778DF" w:rsidRPr="00E70096" w:rsidRDefault="00D778DF" w:rsidP="00D452F4">
      <w:pPr>
        <w:pStyle w:val="Heading1"/>
      </w:pPr>
      <w:r w:rsidRPr="00E70096">
        <w:t>Objectives</w:t>
      </w:r>
    </w:p>
    <w:p w14:paraId="456813A9" w14:textId="77777777" w:rsidR="007B53C6" w:rsidRPr="001D3A74" w:rsidRDefault="007B53C6" w:rsidP="007B53C6">
      <w:pPr>
        <w:pStyle w:val="BodyTextL25Bold"/>
      </w:pPr>
      <w:r w:rsidRPr="001D3A74">
        <w:t xml:space="preserve">Part 1: Record </w:t>
      </w:r>
      <w:r>
        <w:t xml:space="preserve">a </w:t>
      </w:r>
      <w:r w:rsidRPr="001D3A74">
        <w:t xml:space="preserve">PC’s IP </w:t>
      </w:r>
      <w:r>
        <w:t>C</w:t>
      </w:r>
      <w:r w:rsidRPr="001D3A74">
        <w:t>onfiguration Information</w:t>
      </w:r>
    </w:p>
    <w:p w14:paraId="44C72445" w14:textId="77777777" w:rsidR="007B53C6" w:rsidRPr="001D3A74" w:rsidRDefault="007B53C6" w:rsidP="007B53C6">
      <w:pPr>
        <w:pStyle w:val="BodyTextL25Bold"/>
      </w:pPr>
      <w:r w:rsidRPr="001D3A74">
        <w:t>Part 2: Use Wireshark to Capture DNS Queries and Responses</w:t>
      </w:r>
    </w:p>
    <w:p w14:paraId="26C737CB" w14:textId="77777777" w:rsidR="007B53C6" w:rsidRPr="001D3A74" w:rsidRDefault="007B53C6" w:rsidP="007B53C6">
      <w:pPr>
        <w:pStyle w:val="BodyTextL25Bold"/>
      </w:pPr>
      <w:r w:rsidRPr="001D3A74">
        <w:t xml:space="preserve">Part 3: Analyze Captured DNS </w:t>
      </w:r>
      <w:r>
        <w:t xml:space="preserve">or </w:t>
      </w:r>
      <w:r w:rsidRPr="001D3A74">
        <w:t>UDP Packets</w:t>
      </w:r>
    </w:p>
    <w:p w14:paraId="43B44096" w14:textId="77777777" w:rsidR="00D778DF" w:rsidRDefault="00D778DF" w:rsidP="00D452F4">
      <w:pPr>
        <w:pStyle w:val="Heading1"/>
      </w:pPr>
      <w:r w:rsidRPr="00E70096">
        <w:t>Background / Scenario</w:t>
      </w:r>
    </w:p>
    <w:p w14:paraId="751E8C29" w14:textId="77777777" w:rsidR="007B53C6" w:rsidRDefault="007B53C6" w:rsidP="007B53C6">
      <w:pPr>
        <w:pStyle w:val="BodyTextL25"/>
      </w:pPr>
      <w:r>
        <w:t>When you use the internet, you use the Domain Name System (DNS). DNS is a distributed network of servers that translates user-friendly domain names like www.google.com to an IP address. When you type a website URL into your browser, your PC performs a DNS query to the DNS server’s IP address. Your PC’s DNS query and the DNS server’s response make use of the User Datagram Protocol (UDP) as the transport layer protocol. UDP is connectionless and does not require a session setup as does TCP. DNS queries and responses are very small and do not require the overhead of TCP.</w:t>
      </w:r>
    </w:p>
    <w:p w14:paraId="2FF400A6" w14:textId="77777777" w:rsidR="007B53C6" w:rsidRDefault="007B53C6" w:rsidP="007B53C6">
      <w:pPr>
        <w:pStyle w:val="BodyTextL25"/>
      </w:pPr>
      <w:bookmarkStart w:id="0" w:name="_Hlk485026547"/>
      <w:r>
        <w:t xml:space="preserve">In this lab, you will communicate with a DNS server by sending a DNS query using the UDP transport protocol. You will </w:t>
      </w:r>
      <w:r w:rsidRPr="008C6B5D">
        <w:t>use</w:t>
      </w:r>
      <w:r>
        <w:t xml:space="preserve"> Wireshark to examine the DNS query and response exchanges with the same server.</w:t>
      </w:r>
      <w:bookmarkEnd w:id="0"/>
    </w:p>
    <w:p w14:paraId="5A3C4307" w14:textId="77777777" w:rsidR="00D778DF" w:rsidRPr="00E70096" w:rsidRDefault="00D778DF" w:rsidP="00D452F4">
      <w:pPr>
        <w:pStyle w:val="Heading1"/>
      </w:pPr>
      <w:r w:rsidRPr="00E70096">
        <w:t>Required Resources</w:t>
      </w:r>
    </w:p>
    <w:p w14:paraId="7BD561FC" w14:textId="6FEFD830" w:rsidR="007B53C6" w:rsidRDefault="007B53C6" w:rsidP="007B53C6">
      <w:pPr>
        <w:pStyle w:val="Bulletlevel1"/>
        <w:spacing w:before="60" w:after="60" w:line="276" w:lineRule="auto"/>
      </w:pPr>
      <w:proofErr w:type="spellStart"/>
      <w:r>
        <w:t>CyberOps</w:t>
      </w:r>
      <w:proofErr w:type="spellEnd"/>
      <w:r>
        <w:t xml:space="preserve"> Workstation </w:t>
      </w:r>
      <w:r w:rsidR="00DB6FFA">
        <w:t>v</w:t>
      </w:r>
      <w:r>
        <w:t xml:space="preserve">irtual </w:t>
      </w:r>
      <w:r w:rsidR="00DB6FFA">
        <w:t>m</w:t>
      </w:r>
      <w:r>
        <w:t>achine</w:t>
      </w:r>
    </w:p>
    <w:p w14:paraId="5B81AE12" w14:textId="0B031CF2" w:rsidR="00457934" w:rsidRDefault="00C47E2E" w:rsidP="007B53C6">
      <w:pPr>
        <w:pStyle w:val="Bulletlevel1"/>
        <w:spacing w:before="60" w:after="60" w:line="276" w:lineRule="auto"/>
      </w:pPr>
      <w:r>
        <w:t>I</w:t>
      </w:r>
      <w:r w:rsidR="007B53C6">
        <w:t>nternet access</w:t>
      </w:r>
    </w:p>
    <w:p w14:paraId="18FFD75C" w14:textId="77777777" w:rsidR="00125806" w:rsidRDefault="00125806" w:rsidP="00D452F4">
      <w:pPr>
        <w:pStyle w:val="Heading1"/>
      </w:pPr>
      <w:r>
        <w:t>Instructions</w:t>
      </w:r>
    </w:p>
    <w:p w14:paraId="048147FC" w14:textId="77777777" w:rsidR="007B53C6" w:rsidRDefault="007B53C6" w:rsidP="007B53C6">
      <w:pPr>
        <w:pStyle w:val="Heading2"/>
      </w:pPr>
      <w:r>
        <w:t>Record VM's IP Configuration Information</w:t>
      </w:r>
    </w:p>
    <w:p w14:paraId="6EB32F23" w14:textId="77777777" w:rsidR="007B53C6" w:rsidRPr="00647459" w:rsidRDefault="007B53C6" w:rsidP="007B53C6">
      <w:pPr>
        <w:pStyle w:val="BodyTextL25"/>
        <w:keepNext/>
      </w:pPr>
      <w:r w:rsidRPr="00647459">
        <w:t>In Part 1, you will use command</w:t>
      </w:r>
      <w:r>
        <w:t>s</w:t>
      </w:r>
      <w:r w:rsidRPr="00647459">
        <w:t xml:space="preserve"> </w:t>
      </w:r>
      <w:r>
        <w:t xml:space="preserve">on your </w:t>
      </w:r>
      <w:proofErr w:type="spellStart"/>
      <w:r>
        <w:t>CyberOps</w:t>
      </w:r>
      <w:proofErr w:type="spellEnd"/>
      <w:r>
        <w:t xml:space="preserve"> Workstation VM</w:t>
      </w:r>
      <w:r w:rsidRPr="00647459">
        <w:t xml:space="preserve"> to find and record the MAC and IP address</w:t>
      </w:r>
      <w:r>
        <w:t>es</w:t>
      </w:r>
      <w:r w:rsidRPr="00647459">
        <w:t xml:space="preserve"> of your </w:t>
      </w:r>
      <w:r>
        <w:t>VM’</w:t>
      </w:r>
      <w:r w:rsidRPr="00647459">
        <w:t xml:space="preserve">s </w:t>
      </w:r>
      <w:r>
        <w:t>virtual network interface card (</w:t>
      </w:r>
      <w:r w:rsidRPr="00647459">
        <w:t>NIC</w:t>
      </w:r>
      <w:r>
        <w:t>)</w:t>
      </w:r>
      <w:r w:rsidRPr="00647459">
        <w:t>, the IP address of the specified default gateway, and the DNS server IP address specified for the PC. Record this information in the table provided. The information will be used in parts</w:t>
      </w:r>
      <w:r>
        <w:t xml:space="preserve"> of this lab</w:t>
      </w:r>
      <w:r w:rsidRPr="00647459">
        <w:t xml:space="preserve"> with packet analysis.</w:t>
      </w:r>
    </w:p>
    <w:tbl>
      <w:tblPr>
        <w:tblStyle w:val="LabTableStyle1"/>
        <w:tblW w:w="0" w:type="auto"/>
        <w:tblLook w:val="01E0" w:firstRow="1" w:lastRow="1" w:firstColumn="1" w:lastColumn="1" w:noHBand="0" w:noVBand="0"/>
        <w:tblDescription w:val="This table allows you to record the IP address, MAC address, default gateway IP address and DNS server IP address. Enter your answers in the cells that are labeled &quot;blank&quot;."/>
      </w:tblPr>
      <w:tblGrid>
        <w:gridCol w:w="3327"/>
        <w:gridCol w:w="6158"/>
      </w:tblGrid>
      <w:tr w:rsidR="00B83078" w14:paraId="76036AE7" w14:textId="77777777" w:rsidTr="0074388D">
        <w:trPr>
          <w:cnfStyle w:val="100000000000" w:firstRow="1" w:lastRow="0" w:firstColumn="0" w:lastColumn="0" w:oddVBand="0" w:evenVBand="0" w:oddHBand="0" w:evenHBand="0" w:firstRowFirstColumn="0" w:firstRowLastColumn="0" w:lastRowFirstColumn="0" w:lastRowLastColumn="0"/>
          <w:tblHeader/>
        </w:trPr>
        <w:tc>
          <w:tcPr>
            <w:tcW w:w="3327" w:type="dxa"/>
          </w:tcPr>
          <w:p w14:paraId="3D9770DA" w14:textId="0FDC88B9" w:rsidR="00B83078" w:rsidRDefault="00B83078" w:rsidP="00B83078">
            <w:pPr>
              <w:pStyle w:val="TableHeading"/>
            </w:pPr>
            <w:r>
              <w:t>Description</w:t>
            </w:r>
          </w:p>
        </w:tc>
        <w:tc>
          <w:tcPr>
            <w:tcW w:w="6158" w:type="dxa"/>
          </w:tcPr>
          <w:p w14:paraId="75D135A1" w14:textId="3F83C710" w:rsidR="00B83078" w:rsidRPr="00B83078" w:rsidRDefault="00B83078" w:rsidP="00B83078">
            <w:pPr>
              <w:pStyle w:val="TableHeading"/>
            </w:pPr>
            <w:r w:rsidRPr="00B83078">
              <w:t>Settings</w:t>
            </w:r>
          </w:p>
        </w:tc>
      </w:tr>
      <w:tr w:rsidR="007B53C6" w14:paraId="7F1B026F" w14:textId="77777777" w:rsidTr="0074388D">
        <w:tc>
          <w:tcPr>
            <w:tcW w:w="3327" w:type="dxa"/>
          </w:tcPr>
          <w:p w14:paraId="6B245270" w14:textId="77777777" w:rsidR="007B53C6" w:rsidRDefault="007B53C6" w:rsidP="00D40B2B">
            <w:pPr>
              <w:pStyle w:val="TableText"/>
            </w:pPr>
            <w:r>
              <w:t>IP address</w:t>
            </w:r>
          </w:p>
        </w:tc>
        <w:tc>
          <w:tcPr>
            <w:tcW w:w="6158" w:type="dxa"/>
          </w:tcPr>
          <w:p w14:paraId="6B7B9549" w14:textId="573491D7" w:rsidR="007B53C6" w:rsidRPr="001E30A1" w:rsidRDefault="001E30A1" w:rsidP="001E30A1">
            <w:pPr>
              <w:pStyle w:val="ConfigWindow"/>
            </w:pPr>
            <w:r w:rsidRPr="001E30A1">
              <w:t>blank</w:t>
            </w:r>
          </w:p>
        </w:tc>
      </w:tr>
      <w:tr w:rsidR="007B53C6" w14:paraId="0C817C9D" w14:textId="77777777" w:rsidTr="0074388D">
        <w:tc>
          <w:tcPr>
            <w:tcW w:w="3327" w:type="dxa"/>
          </w:tcPr>
          <w:p w14:paraId="4A395256" w14:textId="77777777" w:rsidR="007B53C6" w:rsidRDefault="007B53C6" w:rsidP="00D40B2B">
            <w:pPr>
              <w:pStyle w:val="TableText"/>
            </w:pPr>
            <w:r>
              <w:t>MAC address</w:t>
            </w:r>
          </w:p>
        </w:tc>
        <w:tc>
          <w:tcPr>
            <w:tcW w:w="6158" w:type="dxa"/>
          </w:tcPr>
          <w:p w14:paraId="14188A62" w14:textId="4B0C4D01" w:rsidR="007B53C6" w:rsidRPr="001E30A1" w:rsidRDefault="001E30A1" w:rsidP="001E30A1">
            <w:pPr>
              <w:pStyle w:val="ConfigWindow"/>
            </w:pPr>
            <w:r w:rsidRPr="001E30A1">
              <w:t>Blank</w:t>
            </w:r>
          </w:p>
        </w:tc>
      </w:tr>
      <w:tr w:rsidR="007B53C6" w14:paraId="6F790E13" w14:textId="77777777" w:rsidTr="0074388D">
        <w:tc>
          <w:tcPr>
            <w:tcW w:w="3327" w:type="dxa"/>
          </w:tcPr>
          <w:p w14:paraId="5E96508D" w14:textId="77777777" w:rsidR="007B53C6" w:rsidRDefault="007B53C6" w:rsidP="00D40B2B">
            <w:pPr>
              <w:pStyle w:val="TableText"/>
            </w:pPr>
            <w:r>
              <w:t>Default gateway IP address</w:t>
            </w:r>
          </w:p>
        </w:tc>
        <w:tc>
          <w:tcPr>
            <w:tcW w:w="6158" w:type="dxa"/>
          </w:tcPr>
          <w:p w14:paraId="479D0FEF" w14:textId="51B3AD09" w:rsidR="007B53C6" w:rsidRPr="001E30A1" w:rsidRDefault="001E30A1" w:rsidP="001E30A1">
            <w:pPr>
              <w:pStyle w:val="ConfigWindow"/>
            </w:pPr>
            <w:r w:rsidRPr="001E30A1">
              <w:t>blank</w:t>
            </w:r>
          </w:p>
        </w:tc>
      </w:tr>
      <w:tr w:rsidR="007B53C6" w14:paraId="5FDA357C" w14:textId="77777777" w:rsidTr="0074388D">
        <w:tc>
          <w:tcPr>
            <w:tcW w:w="3327" w:type="dxa"/>
          </w:tcPr>
          <w:p w14:paraId="121DEF55" w14:textId="77777777" w:rsidR="007B53C6" w:rsidRDefault="007B53C6" w:rsidP="00D40B2B">
            <w:pPr>
              <w:pStyle w:val="TableText"/>
            </w:pPr>
            <w:r>
              <w:lastRenderedPageBreak/>
              <w:t>DNS server IP address</w:t>
            </w:r>
          </w:p>
        </w:tc>
        <w:tc>
          <w:tcPr>
            <w:tcW w:w="6158" w:type="dxa"/>
          </w:tcPr>
          <w:p w14:paraId="2173503F" w14:textId="6BE7B0B6" w:rsidR="007B53C6" w:rsidRPr="001E30A1" w:rsidRDefault="001E30A1" w:rsidP="001E30A1">
            <w:pPr>
              <w:pStyle w:val="ConfigWindow"/>
            </w:pPr>
            <w:r w:rsidRPr="001E30A1">
              <w:t>blank</w:t>
            </w:r>
          </w:p>
        </w:tc>
      </w:tr>
    </w:tbl>
    <w:p w14:paraId="5142C384" w14:textId="3D788FF9" w:rsidR="007B53C6" w:rsidRDefault="007B53C6" w:rsidP="007B53C6">
      <w:pPr>
        <w:pStyle w:val="SubStepAlpha"/>
      </w:pPr>
      <w:r>
        <w:t xml:space="preserve">Your </w:t>
      </w:r>
      <w:proofErr w:type="spellStart"/>
      <w:r>
        <w:t>CyberOps</w:t>
      </w:r>
      <w:proofErr w:type="spellEnd"/>
      <w:r>
        <w:t xml:space="preserve"> Workstation VM network settings should be set to bridged adapter. To check your network </w:t>
      </w:r>
      <w:proofErr w:type="gramStart"/>
      <w:r>
        <w:t>settings</w:t>
      </w:r>
      <w:proofErr w:type="gramEnd"/>
      <w:r>
        <w:t xml:space="preserve"> go to: </w:t>
      </w:r>
      <w:r w:rsidRPr="00B83078">
        <w:rPr>
          <w:b/>
          <w:bCs/>
        </w:rPr>
        <w:t>Machine</w:t>
      </w:r>
      <w:r>
        <w:t xml:space="preserve"> &gt; </w:t>
      </w:r>
      <w:r w:rsidRPr="00B83078">
        <w:rPr>
          <w:b/>
          <w:bCs/>
        </w:rPr>
        <w:t>Settings</w:t>
      </w:r>
      <w:r>
        <w:t xml:space="preserve">, select </w:t>
      </w:r>
      <w:r w:rsidRPr="00B83078">
        <w:rPr>
          <w:b/>
          <w:bCs/>
        </w:rPr>
        <w:t>Network</w:t>
      </w:r>
      <w:r>
        <w:t xml:space="preserve">, the tab Adapter 1, Attached to: </w:t>
      </w:r>
      <w:r w:rsidRPr="00B83078">
        <w:rPr>
          <w:b/>
          <w:bCs/>
        </w:rPr>
        <w:t>Bridged Adapter</w:t>
      </w:r>
      <w:r w:rsidR="00B83078">
        <w:t>.</w:t>
      </w:r>
    </w:p>
    <w:p w14:paraId="09538742" w14:textId="77777777" w:rsidR="007B53C6" w:rsidRDefault="007B53C6" w:rsidP="001078B5">
      <w:pPr>
        <w:pStyle w:val="Visual"/>
      </w:pPr>
      <w:r>
        <w:rPr>
          <w:noProof/>
        </w:rPr>
        <w:drawing>
          <wp:inline distT="0" distB="0" distL="0" distR="0" wp14:anchorId="018FD03F" wp14:editId="51C29524">
            <wp:extent cx="3669323" cy="1717669"/>
            <wp:effectExtent l="0" t="0" r="7620" b="0"/>
            <wp:docPr id="7" name="Picture 7" descr="This screenshot displays the CyberOps Workstation VM network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05-12 11_51_35-CyberOps Workstation [UPDATED on 04.10.20] - Settings.png"/>
                    <pic:cNvPicPr/>
                  </pic:nvPicPr>
                  <pic:blipFill>
                    <a:blip r:embed="rId9">
                      <a:extLst>
                        <a:ext uri="{28A0092B-C50C-407E-A947-70E740481C1C}">
                          <a14:useLocalDpi xmlns:a14="http://schemas.microsoft.com/office/drawing/2010/main" val="0"/>
                        </a:ext>
                      </a:extLst>
                    </a:blip>
                    <a:stretch>
                      <a:fillRect/>
                    </a:stretch>
                  </pic:blipFill>
                  <pic:spPr>
                    <a:xfrm>
                      <a:off x="0" y="0"/>
                      <a:ext cx="3706221" cy="1734941"/>
                    </a:xfrm>
                    <a:prstGeom prst="rect">
                      <a:avLst/>
                    </a:prstGeom>
                  </pic:spPr>
                </pic:pic>
              </a:graphicData>
            </a:graphic>
          </wp:inline>
        </w:drawing>
      </w:r>
    </w:p>
    <w:p w14:paraId="64789C75" w14:textId="40901A4F" w:rsidR="007B53C6" w:rsidRDefault="007B53C6" w:rsidP="007B53C6">
      <w:pPr>
        <w:pStyle w:val="SubStepAlpha"/>
      </w:pPr>
      <w:r>
        <w:t xml:space="preserve">Open a terminal in the VM. Enter </w:t>
      </w:r>
      <w:r w:rsidRPr="0023318B">
        <w:rPr>
          <w:b/>
        </w:rPr>
        <w:t>ifconfig</w:t>
      </w:r>
      <w:r>
        <w:t xml:space="preserve"> at the prompt to display interface information. If you do not have an IP address on your local network</w:t>
      </w:r>
      <w:r w:rsidR="00DB6FFA">
        <w:t>,</w:t>
      </w:r>
      <w:r>
        <w:t xml:space="preserve"> run the following command in the terminal:</w:t>
      </w:r>
    </w:p>
    <w:p w14:paraId="0217182A" w14:textId="30E05EDF" w:rsidR="007B53C6" w:rsidRDefault="007B53C6" w:rsidP="007B53C6">
      <w:pPr>
        <w:pStyle w:val="CMD"/>
      </w:pPr>
      <w:r>
        <w:t>[</w:t>
      </w:r>
      <w:proofErr w:type="spellStart"/>
      <w:r>
        <w:t>analyst@secOps</w:t>
      </w:r>
      <w:proofErr w:type="spellEnd"/>
      <w:r>
        <w:t xml:space="preserve"> </w:t>
      </w:r>
      <w:proofErr w:type="gramStart"/>
      <w:r>
        <w:t>~]$</w:t>
      </w:r>
      <w:proofErr w:type="gramEnd"/>
      <w:r>
        <w:t xml:space="preserve"> </w:t>
      </w:r>
      <w:proofErr w:type="spellStart"/>
      <w:r w:rsidRPr="00D40B2B">
        <w:rPr>
          <w:b/>
          <w:bCs/>
        </w:rPr>
        <w:t>sudo</w:t>
      </w:r>
      <w:proofErr w:type="spellEnd"/>
      <w:r w:rsidRPr="00D40B2B">
        <w:rPr>
          <w:b/>
          <w:bCs/>
        </w:rPr>
        <w:t xml:space="preserve"> lab.support.files/scripts/configure_as_dhcp.sh</w:t>
      </w:r>
    </w:p>
    <w:p w14:paraId="4B06A6B3" w14:textId="77777777" w:rsidR="007B53C6" w:rsidRDefault="007B53C6" w:rsidP="00E900AA">
      <w:pPr>
        <w:pStyle w:val="CMDOutput"/>
      </w:pPr>
      <w:r>
        <w:t>Configuring the NIC to request IP info via DHCP...</w:t>
      </w:r>
    </w:p>
    <w:p w14:paraId="5935F7A5" w14:textId="77777777" w:rsidR="007B53C6" w:rsidRDefault="007B53C6" w:rsidP="00E900AA">
      <w:pPr>
        <w:pStyle w:val="CMDOutput"/>
      </w:pPr>
      <w:r>
        <w:t>Requesting IP information...</w:t>
      </w:r>
    </w:p>
    <w:p w14:paraId="066A64E3" w14:textId="77777777" w:rsidR="007B53C6" w:rsidRDefault="007B53C6" w:rsidP="00E900AA">
      <w:pPr>
        <w:pStyle w:val="CMDOutput"/>
      </w:pPr>
      <w:r>
        <w:t>IP Configuration successful.</w:t>
      </w:r>
    </w:p>
    <w:p w14:paraId="3AAD1A2D" w14:textId="184949D5" w:rsidR="007B53C6" w:rsidRDefault="007B53C6" w:rsidP="001078B5">
      <w:pPr>
        <w:pStyle w:val="BodyTextL50"/>
      </w:pPr>
      <w:r w:rsidRPr="00D40B2B">
        <w:rPr>
          <w:b/>
          <w:bCs/>
        </w:rPr>
        <w:t>Note:</w:t>
      </w:r>
      <w:r>
        <w:t xml:space="preserve"> In Part 1, your results will vary depending on your local area network settings and internet connection.</w:t>
      </w:r>
    </w:p>
    <w:p w14:paraId="1DD215A7" w14:textId="77777777" w:rsidR="007B53C6" w:rsidRDefault="007B53C6" w:rsidP="007B53C6">
      <w:pPr>
        <w:pStyle w:val="CMD"/>
      </w:pPr>
      <w:r>
        <w:t>[</w:t>
      </w:r>
      <w:proofErr w:type="spellStart"/>
      <w:r>
        <w:t>analyst@secOps</w:t>
      </w:r>
      <w:proofErr w:type="spellEnd"/>
      <w:r>
        <w:t xml:space="preserve"> </w:t>
      </w:r>
      <w:proofErr w:type="gramStart"/>
      <w:r>
        <w:t>~]$</w:t>
      </w:r>
      <w:proofErr w:type="gramEnd"/>
      <w:r>
        <w:t xml:space="preserve"> </w:t>
      </w:r>
      <w:r w:rsidRPr="007E659C">
        <w:rPr>
          <w:b/>
        </w:rPr>
        <w:t>ifconfig</w:t>
      </w:r>
    </w:p>
    <w:p w14:paraId="1F957153" w14:textId="55381128" w:rsidR="007B53C6" w:rsidRDefault="00B83078" w:rsidP="00B83078">
      <w:pPr>
        <w:pStyle w:val="CMDOutput"/>
      </w:pPr>
      <w:r>
        <w:t>e</w:t>
      </w:r>
      <w:r w:rsidR="007B53C6">
        <w:t>np0s3: flags=4163&lt;</w:t>
      </w:r>
      <w:proofErr w:type="gramStart"/>
      <w:r w:rsidR="007B53C6">
        <w:t>UP,BROADCAST</w:t>
      </w:r>
      <w:proofErr w:type="gramEnd"/>
      <w:r w:rsidR="007B53C6">
        <w:t xml:space="preserve">,RUNNING,MULTICAST&gt;  </w:t>
      </w:r>
      <w:proofErr w:type="spellStart"/>
      <w:r w:rsidR="007B53C6">
        <w:t>mtu</w:t>
      </w:r>
      <w:proofErr w:type="spellEnd"/>
      <w:r w:rsidR="007B53C6">
        <w:t xml:space="preserve"> 1500</w:t>
      </w:r>
    </w:p>
    <w:p w14:paraId="432945D5" w14:textId="77777777" w:rsidR="007B53C6" w:rsidRDefault="007B53C6" w:rsidP="00B83078">
      <w:pPr>
        <w:pStyle w:val="CMDOutput"/>
      </w:pPr>
      <w:r>
        <w:t xml:space="preserve">        </w:t>
      </w:r>
      <w:proofErr w:type="spellStart"/>
      <w:r w:rsidRPr="00D40B2B">
        <w:rPr>
          <w:highlight w:val="yellow"/>
        </w:rPr>
        <w:t>inet</w:t>
      </w:r>
      <w:proofErr w:type="spellEnd"/>
      <w:r w:rsidRPr="00D40B2B">
        <w:rPr>
          <w:highlight w:val="yellow"/>
        </w:rPr>
        <w:t xml:space="preserve"> </w:t>
      </w:r>
      <w:proofErr w:type="gramStart"/>
      <w:r w:rsidRPr="00D40B2B">
        <w:rPr>
          <w:highlight w:val="yellow"/>
        </w:rPr>
        <w:t>192.168.8.10</w:t>
      </w:r>
      <w:r>
        <w:t xml:space="preserve">  netmask</w:t>
      </w:r>
      <w:proofErr w:type="gramEnd"/>
      <w:r>
        <w:t xml:space="preserve"> 255.255.255.0  broadcast 192.168.8.255</w:t>
      </w:r>
    </w:p>
    <w:p w14:paraId="2168DD90" w14:textId="77777777" w:rsidR="007B53C6" w:rsidRDefault="007B53C6" w:rsidP="00B83078">
      <w:pPr>
        <w:pStyle w:val="CMDOutput"/>
      </w:pPr>
      <w:r>
        <w:t xml:space="preserve">        inet6 fe</w:t>
      </w:r>
      <w:proofErr w:type="gramStart"/>
      <w:r>
        <w:t>80::</w:t>
      </w:r>
      <w:proofErr w:type="gramEnd"/>
      <w:r>
        <w:t xml:space="preserve">a00:27ff:fe82:75df  </w:t>
      </w:r>
      <w:proofErr w:type="spellStart"/>
      <w:r>
        <w:t>prefixlen</w:t>
      </w:r>
      <w:proofErr w:type="spellEnd"/>
      <w:r>
        <w:t xml:space="preserve"> 64  </w:t>
      </w:r>
      <w:proofErr w:type="spellStart"/>
      <w:r>
        <w:t>scopeid</w:t>
      </w:r>
      <w:proofErr w:type="spellEnd"/>
      <w:r>
        <w:t xml:space="preserve"> 0x20&lt;link&gt;</w:t>
      </w:r>
    </w:p>
    <w:p w14:paraId="4F08A757" w14:textId="77777777" w:rsidR="007B53C6" w:rsidRDefault="007B53C6" w:rsidP="00B83078">
      <w:pPr>
        <w:pStyle w:val="CMDOutput"/>
      </w:pPr>
      <w:r>
        <w:t xml:space="preserve">        </w:t>
      </w:r>
      <w:r w:rsidRPr="00D40B2B">
        <w:rPr>
          <w:highlight w:val="yellow"/>
        </w:rPr>
        <w:t xml:space="preserve">ether </w:t>
      </w:r>
      <w:proofErr w:type="gramStart"/>
      <w:r w:rsidRPr="00D40B2B">
        <w:rPr>
          <w:highlight w:val="yellow"/>
        </w:rPr>
        <w:t>08:00:27:82:75</w:t>
      </w:r>
      <w:proofErr w:type="gramEnd"/>
      <w:r w:rsidRPr="00D40B2B">
        <w:rPr>
          <w:highlight w:val="yellow"/>
        </w:rPr>
        <w:t>:df</w:t>
      </w:r>
      <w:r>
        <w:t xml:space="preserve">  </w:t>
      </w:r>
      <w:proofErr w:type="spellStart"/>
      <w:r>
        <w:t>txqueuelen</w:t>
      </w:r>
      <w:proofErr w:type="spellEnd"/>
      <w:r>
        <w:t xml:space="preserve"> 1000  (Ethernet)</w:t>
      </w:r>
    </w:p>
    <w:p w14:paraId="1A08A021" w14:textId="77777777" w:rsidR="007B53C6" w:rsidRDefault="007B53C6" w:rsidP="00B83078">
      <w:pPr>
        <w:pStyle w:val="CMDOutput"/>
      </w:pPr>
      <w:r>
        <w:t xml:space="preserve">        RX packets </w:t>
      </w:r>
      <w:proofErr w:type="gramStart"/>
      <w:r>
        <w:t>41953  bytes</w:t>
      </w:r>
      <w:proofErr w:type="gramEnd"/>
      <w:r>
        <w:t xml:space="preserve"> 14354223 (13.6 </w:t>
      </w:r>
      <w:proofErr w:type="spellStart"/>
      <w:r>
        <w:t>MiB</w:t>
      </w:r>
      <w:proofErr w:type="spellEnd"/>
      <w:r>
        <w:t>)</w:t>
      </w:r>
    </w:p>
    <w:p w14:paraId="57F3DE90" w14:textId="77777777" w:rsidR="007B53C6" w:rsidRDefault="007B53C6" w:rsidP="00B83078">
      <w:pPr>
        <w:pStyle w:val="CMDOutput"/>
      </w:pPr>
      <w:r>
        <w:t xml:space="preserve">        RX errors </w:t>
      </w:r>
      <w:proofErr w:type="gramStart"/>
      <w:r>
        <w:t>0  dropped</w:t>
      </w:r>
      <w:proofErr w:type="gramEnd"/>
      <w:r>
        <w:t xml:space="preserve"> 0  overruns 0  frame 0</w:t>
      </w:r>
    </w:p>
    <w:p w14:paraId="41AE2C94" w14:textId="77777777" w:rsidR="007B53C6" w:rsidRDefault="007B53C6" w:rsidP="00B83078">
      <w:pPr>
        <w:pStyle w:val="CMDOutput"/>
      </w:pPr>
      <w:r>
        <w:t xml:space="preserve">        TX packets </w:t>
      </w:r>
      <w:proofErr w:type="gramStart"/>
      <w:r>
        <w:t>15249  bytes</w:t>
      </w:r>
      <w:proofErr w:type="gramEnd"/>
      <w:r>
        <w:t xml:space="preserve"> 1723493 (1.6 </w:t>
      </w:r>
      <w:proofErr w:type="spellStart"/>
      <w:r>
        <w:t>MiB</w:t>
      </w:r>
      <w:proofErr w:type="spellEnd"/>
      <w:r>
        <w:t>)</w:t>
      </w:r>
    </w:p>
    <w:p w14:paraId="51F103AE" w14:textId="77777777" w:rsidR="007B53C6" w:rsidRDefault="007B53C6" w:rsidP="00B83078">
      <w:pPr>
        <w:pStyle w:val="CMDOutput"/>
      </w:pPr>
      <w:r>
        <w:t xml:space="preserve">        TX errors </w:t>
      </w:r>
      <w:proofErr w:type="gramStart"/>
      <w:r>
        <w:t>0  dropped</w:t>
      </w:r>
      <w:proofErr w:type="gramEnd"/>
      <w:r>
        <w:t xml:space="preserve"> 0 overruns 0  carrier 0  collisions 0</w:t>
      </w:r>
    </w:p>
    <w:p w14:paraId="4E0C749C" w14:textId="77777777" w:rsidR="007B53C6" w:rsidRDefault="007B53C6" w:rsidP="00B83078">
      <w:pPr>
        <w:pStyle w:val="CMDOutput"/>
      </w:pPr>
      <w:r>
        <w:t>&lt;some output omitted&gt;</w:t>
      </w:r>
    </w:p>
    <w:p w14:paraId="4EE26268" w14:textId="77777777" w:rsidR="007B53C6" w:rsidRDefault="007B53C6" w:rsidP="007B53C6">
      <w:pPr>
        <w:pStyle w:val="SubStepAlpha"/>
      </w:pPr>
      <w:r>
        <w:t xml:space="preserve">At the terminal prompt, enter </w:t>
      </w:r>
      <w:r>
        <w:rPr>
          <w:b/>
        </w:rPr>
        <w:t>cat /</w:t>
      </w:r>
      <w:proofErr w:type="spellStart"/>
      <w:r>
        <w:rPr>
          <w:b/>
        </w:rPr>
        <w:t>etc</w:t>
      </w:r>
      <w:proofErr w:type="spellEnd"/>
      <w:r>
        <w:rPr>
          <w:b/>
        </w:rPr>
        <w:t>/</w:t>
      </w:r>
      <w:proofErr w:type="spellStart"/>
      <w:r>
        <w:rPr>
          <w:b/>
        </w:rPr>
        <w:t>resolv.conf</w:t>
      </w:r>
      <w:proofErr w:type="spellEnd"/>
      <w:r>
        <w:t xml:space="preserve"> to determine the DNS server.</w:t>
      </w:r>
    </w:p>
    <w:p w14:paraId="5DE61289" w14:textId="77777777" w:rsidR="007B53C6" w:rsidRDefault="007B53C6" w:rsidP="007B53C6">
      <w:pPr>
        <w:pStyle w:val="CMD"/>
      </w:pPr>
      <w:r>
        <w:t>[</w:t>
      </w:r>
      <w:proofErr w:type="spellStart"/>
      <w:r>
        <w:t>analyst@secOps</w:t>
      </w:r>
      <w:proofErr w:type="spellEnd"/>
      <w:r>
        <w:t xml:space="preserve"> </w:t>
      </w:r>
      <w:proofErr w:type="gramStart"/>
      <w:r>
        <w:t>~]$</w:t>
      </w:r>
      <w:proofErr w:type="gramEnd"/>
      <w:r>
        <w:t xml:space="preserve"> </w:t>
      </w:r>
      <w:r w:rsidRPr="007E659C">
        <w:rPr>
          <w:b/>
        </w:rPr>
        <w:t>cat /</w:t>
      </w:r>
      <w:proofErr w:type="spellStart"/>
      <w:r w:rsidRPr="007E659C">
        <w:rPr>
          <w:b/>
        </w:rPr>
        <w:t>etc</w:t>
      </w:r>
      <w:proofErr w:type="spellEnd"/>
      <w:r w:rsidRPr="007E659C">
        <w:rPr>
          <w:b/>
        </w:rPr>
        <w:t>/</w:t>
      </w:r>
      <w:proofErr w:type="spellStart"/>
      <w:r w:rsidRPr="007E659C">
        <w:rPr>
          <w:b/>
        </w:rPr>
        <w:t>resolv.conf</w:t>
      </w:r>
      <w:proofErr w:type="spellEnd"/>
    </w:p>
    <w:p w14:paraId="5E61FB0B" w14:textId="77777777" w:rsidR="007B53C6" w:rsidRDefault="007B53C6" w:rsidP="007B53C6">
      <w:pPr>
        <w:pStyle w:val="CMD"/>
      </w:pPr>
      <w:r>
        <w:t># Resolver configuration file.</w:t>
      </w:r>
    </w:p>
    <w:p w14:paraId="6FE8B6B3" w14:textId="77777777" w:rsidR="007B53C6" w:rsidRDefault="007B53C6" w:rsidP="007B53C6">
      <w:pPr>
        <w:pStyle w:val="CMD"/>
      </w:pPr>
      <w:r>
        <w:t xml:space="preserve"># See </w:t>
      </w:r>
      <w:proofErr w:type="spellStart"/>
      <w:r>
        <w:t>resolv.</w:t>
      </w:r>
      <w:proofErr w:type="gramStart"/>
      <w:r>
        <w:t>conf</w:t>
      </w:r>
      <w:proofErr w:type="spellEnd"/>
      <w:r>
        <w:t>(</w:t>
      </w:r>
      <w:proofErr w:type="gramEnd"/>
      <w:r>
        <w:t>5) for details.</w:t>
      </w:r>
    </w:p>
    <w:p w14:paraId="4DB5EBD6" w14:textId="77777777" w:rsidR="007B53C6" w:rsidRPr="00D40B2B" w:rsidRDefault="007B53C6" w:rsidP="007B53C6">
      <w:pPr>
        <w:pStyle w:val="CMD"/>
        <w:rPr>
          <w:highlight w:val="yellow"/>
        </w:rPr>
      </w:pPr>
      <w:r w:rsidRPr="00D40B2B">
        <w:rPr>
          <w:highlight w:val="yellow"/>
        </w:rPr>
        <w:t>nameserver 8.8.4.4</w:t>
      </w:r>
    </w:p>
    <w:p w14:paraId="57253F7E" w14:textId="77777777" w:rsidR="007B53C6" w:rsidRDefault="007B53C6" w:rsidP="007B53C6">
      <w:pPr>
        <w:pStyle w:val="CMD"/>
      </w:pPr>
      <w:r w:rsidRPr="00D40B2B">
        <w:rPr>
          <w:highlight w:val="yellow"/>
        </w:rPr>
        <w:t>nameserver 209.165.200.235</w:t>
      </w:r>
    </w:p>
    <w:p w14:paraId="17A1E50C" w14:textId="77777777" w:rsidR="007B53C6" w:rsidRDefault="007B53C6" w:rsidP="007B53C6">
      <w:pPr>
        <w:pStyle w:val="SubStepAlpha"/>
      </w:pPr>
      <w:r>
        <w:t xml:space="preserve">At the terminal prompt, enter </w:t>
      </w:r>
      <w:r>
        <w:rPr>
          <w:b/>
        </w:rPr>
        <w:t>netstat -</w:t>
      </w:r>
      <w:proofErr w:type="spellStart"/>
      <w:r>
        <w:rPr>
          <w:b/>
        </w:rPr>
        <w:t>rn</w:t>
      </w:r>
      <w:proofErr w:type="spellEnd"/>
      <w:r>
        <w:rPr>
          <w:b/>
        </w:rPr>
        <w:t xml:space="preserve"> </w:t>
      </w:r>
      <w:r>
        <w:t>to display the IP routing table to the default gateway IP address.</w:t>
      </w:r>
    </w:p>
    <w:p w14:paraId="38DCBA80" w14:textId="77777777" w:rsidR="007B53C6" w:rsidRDefault="007B53C6" w:rsidP="007B53C6">
      <w:pPr>
        <w:pStyle w:val="CMD"/>
      </w:pPr>
      <w:r>
        <w:t>[</w:t>
      </w:r>
      <w:proofErr w:type="spellStart"/>
      <w:r>
        <w:t>analyst@secOps</w:t>
      </w:r>
      <w:proofErr w:type="spellEnd"/>
      <w:r>
        <w:t xml:space="preserve"> </w:t>
      </w:r>
      <w:proofErr w:type="gramStart"/>
      <w:r>
        <w:t>~]$</w:t>
      </w:r>
      <w:proofErr w:type="gramEnd"/>
      <w:r>
        <w:t xml:space="preserve"> </w:t>
      </w:r>
      <w:r w:rsidRPr="00B751BD">
        <w:rPr>
          <w:b/>
        </w:rPr>
        <w:t>netstat -</w:t>
      </w:r>
      <w:proofErr w:type="spellStart"/>
      <w:r w:rsidRPr="00B751BD">
        <w:rPr>
          <w:b/>
        </w:rPr>
        <w:t>r</w:t>
      </w:r>
      <w:r>
        <w:rPr>
          <w:b/>
        </w:rPr>
        <w:t>n</w:t>
      </w:r>
      <w:proofErr w:type="spellEnd"/>
    </w:p>
    <w:p w14:paraId="06EBA2BC" w14:textId="77777777" w:rsidR="007B53C6" w:rsidRDefault="007B53C6" w:rsidP="007B53C6">
      <w:pPr>
        <w:pStyle w:val="CMDOutput"/>
      </w:pPr>
      <w:r>
        <w:t>Kernel IP routing table</w:t>
      </w:r>
    </w:p>
    <w:p w14:paraId="18CEBECC" w14:textId="77777777" w:rsidR="007B53C6" w:rsidRDefault="007B53C6" w:rsidP="007B53C6">
      <w:pPr>
        <w:pStyle w:val="CMDOutput"/>
      </w:pPr>
      <w:r>
        <w:t xml:space="preserve">Destination     Gateway         </w:t>
      </w:r>
      <w:proofErr w:type="spellStart"/>
      <w:r>
        <w:t>Genmask</w:t>
      </w:r>
      <w:proofErr w:type="spellEnd"/>
      <w:r>
        <w:t xml:space="preserve">         Flags   MSS </w:t>
      </w:r>
      <w:proofErr w:type="gramStart"/>
      <w:r>
        <w:t xml:space="preserve">Window  </w:t>
      </w:r>
      <w:proofErr w:type="spellStart"/>
      <w:r>
        <w:t>irtt</w:t>
      </w:r>
      <w:proofErr w:type="spellEnd"/>
      <w:proofErr w:type="gramEnd"/>
      <w:r>
        <w:t xml:space="preserve"> </w:t>
      </w:r>
      <w:proofErr w:type="spellStart"/>
      <w:r>
        <w:t>Iface</w:t>
      </w:r>
      <w:proofErr w:type="spellEnd"/>
    </w:p>
    <w:p w14:paraId="4E7A49F0" w14:textId="77777777" w:rsidR="007B53C6" w:rsidRDefault="007B53C6" w:rsidP="007B53C6">
      <w:pPr>
        <w:pStyle w:val="CMDOutput"/>
      </w:pPr>
      <w:r>
        <w:lastRenderedPageBreak/>
        <w:t xml:space="preserve">0.0.0.0         </w:t>
      </w:r>
      <w:r w:rsidRPr="00D40B2B">
        <w:rPr>
          <w:highlight w:val="yellow"/>
        </w:rPr>
        <w:t>192.168.8.1</w:t>
      </w:r>
      <w:r>
        <w:t xml:space="preserve">     0.0.0.0         UG        0 0          0 enp0s3</w:t>
      </w:r>
    </w:p>
    <w:p w14:paraId="44734E02" w14:textId="77777777" w:rsidR="007B53C6" w:rsidRDefault="007B53C6" w:rsidP="007B53C6">
      <w:pPr>
        <w:pStyle w:val="CMDOutput"/>
      </w:pPr>
      <w:r>
        <w:t>192.168.8.0     0.0.0.0         255.255.255.0   U         0 0          0 enp0s3</w:t>
      </w:r>
    </w:p>
    <w:p w14:paraId="16848A0E" w14:textId="77777777" w:rsidR="007B53C6" w:rsidRDefault="007B53C6" w:rsidP="007B53C6">
      <w:pPr>
        <w:pStyle w:val="CMDOutput"/>
      </w:pPr>
      <w:r>
        <w:t>192.168.8.1     0.0.0.0         255.255.255.255 UH        0 0          0 enp0s3</w:t>
      </w:r>
    </w:p>
    <w:p w14:paraId="75B10111" w14:textId="77777777" w:rsidR="007B53C6" w:rsidRDefault="007B53C6" w:rsidP="007B53C6">
      <w:pPr>
        <w:pStyle w:val="BodyTextL50"/>
      </w:pPr>
      <w:r w:rsidRPr="00B368FD">
        <w:rPr>
          <w:b/>
        </w:rPr>
        <w:t>Note</w:t>
      </w:r>
      <w:r>
        <w:t>: The DNS IP address and default gateway IP address are often the same, especially in small networks. However, in a business or school network, the addresses would most likely be different.</w:t>
      </w:r>
    </w:p>
    <w:p w14:paraId="2282DC0B" w14:textId="77777777" w:rsidR="007B53C6" w:rsidRDefault="007B53C6" w:rsidP="007B53C6">
      <w:pPr>
        <w:pStyle w:val="Heading2"/>
      </w:pPr>
      <w:r>
        <w:t>Use Wireshark to Capture DNS Queries and Responses</w:t>
      </w:r>
    </w:p>
    <w:p w14:paraId="11405702" w14:textId="77777777" w:rsidR="007B53C6" w:rsidRPr="00E10FED" w:rsidRDefault="007B53C6" w:rsidP="007B53C6">
      <w:pPr>
        <w:pStyle w:val="BodyTextL25"/>
      </w:pPr>
      <w:r>
        <w:t>In Part 2, you will set up Wireshark to capture DNS query and response packets. This will demonstrate the use of the UDP transport protocol while communicating with a DNS server.</w:t>
      </w:r>
    </w:p>
    <w:p w14:paraId="6C56A65D" w14:textId="77777777" w:rsidR="007B53C6" w:rsidRDefault="007B53C6" w:rsidP="007B53C6">
      <w:pPr>
        <w:pStyle w:val="SubStepAlpha"/>
      </w:pPr>
      <w:r>
        <w:t xml:space="preserve">In the terminal window, start Wireshark and click </w:t>
      </w:r>
      <w:r>
        <w:rPr>
          <w:b/>
        </w:rPr>
        <w:t xml:space="preserve">OK </w:t>
      </w:r>
      <w:r>
        <w:t>when prompted.</w:t>
      </w:r>
    </w:p>
    <w:p w14:paraId="5339384B" w14:textId="444CCA4E" w:rsidR="007B53C6" w:rsidRDefault="007B53C6" w:rsidP="007B53C6">
      <w:pPr>
        <w:pStyle w:val="CMD"/>
      </w:pPr>
      <w:r>
        <w:t>[</w:t>
      </w:r>
      <w:proofErr w:type="spellStart"/>
      <w:r>
        <w:t>analyst@secOps</w:t>
      </w:r>
      <w:proofErr w:type="spellEnd"/>
      <w:r>
        <w:t xml:space="preserve"> </w:t>
      </w:r>
      <w:proofErr w:type="gramStart"/>
      <w:r>
        <w:t>~]$</w:t>
      </w:r>
      <w:proofErr w:type="gramEnd"/>
      <w:r>
        <w:t xml:space="preserve"> </w:t>
      </w:r>
      <w:proofErr w:type="spellStart"/>
      <w:r w:rsidRPr="00AE2D50">
        <w:rPr>
          <w:b/>
        </w:rPr>
        <w:t>wireshark</w:t>
      </w:r>
      <w:proofErr w:type="spellEnd"/>
      <w:r w:rsidR="003662CB">
        <w:rPr>
          <w:b/>
        </w:rPr>
        <w:t xml:space="preserve"> &amp;</w:t>
      </w:r>
    </w:p>
    <w:p w14:paraId="15DEB406" w14:textId="1A7C9191" w:rsidR="007B53C6" w:rsidRDefault="007B53C6" w:rsidP="007B53C6">
      <w:pPr>
        <w:pStyle w:val="SubStepAlpha"/>
        <w:keepNext/>
      </w:pPr>
      <w:r>
        <w:t xml:space="preserve">In the Wireshark window, </w:t>
      </w:r>
      <w:r w:rsidR="004152D6">
        <w:t>select and double-click</w:t>
      </w:r>
      <w:r>
        <w:t xml:space="preserve"> </w:t>
      </w:r>
      <w:r>
        <w:rPr>
          <w:b/>
        </w:rPr>
        <w:t>enp0s3</w:t>
      </w:r>
      <w:r>
        <w:t xml:space="preserve"> from the interface list.</w:t>
      </w:r>
    </w:p>
    <w:p w14:paraId="1BAD1569" w14:textId="77777777" w:rsidR="007B53C6" w:rsidRDefault="007B53C6" w:rsidP="007B53C6">
      <w:pPr>
        <w:pStyle w:val="Visual"/>
      </w:pPr>
      <w:r>
        <w:rPr>
          <w:noProof/>
        </w:rPr>
        <w:drawing>
          <wp:inline distT="0" distB="0" distL="0" distR="0" wp14:anchorId="5387B37B" wp14:editId="6A5B48A8">
            <wp:extent cx="3997570" cy="1471805"/>
            <wp:effectExtent l="0" t="0" r="3175" b="0"/>
            <wp:docPr id="3" name="Picture 3" descr="The screenshot displays the list of interfaces that are available. The interface enp0s3 is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0-05-12 10_55_56-CyberOps Workstation [UPDATED on 04.10.20] (CyberOps Snapshot 1) [Running] - Ora.png"/>
                    <pic:cNvPicPr/>
                  </pic:nvPicPr>
                  <pic:blipFill>
                    <a:blip r:embed="rId10">
                      <a:extLst>
                        <a:ext uri="{28A0092B-C50C-407E-A947-70E740481C1C}">
                          <a14:useLocalDpi xmlns:a14="http://schemas.microsoft.com/office/drawing/2010/main" val="0"/>
                        </a:ext>
                      </a:extLst>
                    </a:blip>
                    <a:stretch>
                      <a:fillRect/>
                    </a:stretch>
                  </pic:blipFill>
                  <pic:spPr>
                    <a:xfrm>
                      <a:off x="0" y="0"/>
                      <a:ext cx="4029552" cy="1483580"/>
                    </a:xfrm>
                    <a:prstGeom prst="rect">
                      <a:avLst/>
                    </a:prstGeom>
                  </pic:spPr>
                </pic:pic>
              </a:graphicData>
            </a:graphic>
          </wp:inline>
        </w:drawing>
      </w:r>
    </w:p>
    <w:p w14:paraId="5D75DD1E" w14:textId="69E3C7CF" w:rsidR="007B53C6" w:rsidRDefault="007B53C6" w:rsidP="007B53C6">
      <w:pPr>
        <w:pStyle w:val="SubStepAlpha"/>
      </w:pPr>
      <w:r>
        <w:t xml:space="preserve">Open the web browser and </w:t>
      </w:r>
      <w:r w:rsidR="003020FF">
        <w:t>navigate to</w:t>
      </w:r>
      <w:r>
        <w:t xml:space="preserve"> </w:t>
      </w:r>
      <w:r w:rsidRPr="00D81DD4">
        <w:rPr>
          <w:b/>
        </w:rPr>
        <w:t>www.google.com</w:t>
      </w:r>
      <w:r>
        <w:t>.</w:t>
      </w:r>
    </w:p>
    <w:p w14:paraId="0DB0C029" w14:textId="77777777" w:rsidR="007B53C6" w:rsidRDefault="007B53C6" w:rsidP="007B53C6">
      <w:pPr>
        <w:pStyle w:val="SubStepAlpha"/>
      </w:pPr>
      <w:r>
        <w:t xml:space="preserve">Click </w:t>
      </w:r>
      <w:r w:rsidRPr="00D81DD4">
        <w:rPr>
          <w:b/>
        </w:rPr>
        <w:t>Stop</w:t>
      </w:r>
      <w:r>
        <w:t xml:space="preserve"> to stop the Wireshark capture when you see Google’s home page.</w:t>
      </w:r>
    </w:p>
    <w:p w14:paraId="50C8ACD3" w14:textId="77777777" w:rsidR="007B53C6" w:rsidRDefault="007B53C6" w:rsidP="007B53C6">
      <w:pPr>
        <w:pStyle w:val="Heading2"/>
      </w:pPr>
      <w:r>
        <w:t>Analyze Captured DNS or UDP Packets</w:t>
      </w:r>
    </w:p>
    <w:p w14:paraId="3D9B02E1" w14:textId="77777777" w:rsidR="007B53C6" w:rsidRDefault="007B53C6" w:rsidP="007B53C6">
      <w:pPr>
        <w:pStyle w:val="BodyTextL25"/>
      </w:pPr>
      <w:r>
        <w:t>In Part 3, you will examine the UDP packets that were generated when communicating with a DNS server for the IP addresses for www.google.com.</w:t>
      </w:r>
    </w:p>
    <w:p w14:paraId="7ECA3E9C" w14:textId="77777777" w:rsidR="007B53C6" w:rsidRDefault="007B53C6" w:rsidP="007B53C6">
      <w:pPr>
        <w:pStyle w:val="Heading3"/>
      </w:pPr>
      <w:r>
        <w:t>Filter DNS packets.</w:t>
      </w:r>
    </w:p>
    <w:p w14:paraId="2FD0F4D0" w14:textId="77777777" w:rsidR="007B53C6" w:rsidRDefault="007B53C6" w:rsidP="007B53C6">
      <w:pPr>
        <w:pStyle w:val="SubStepAlpha"/>
      </w:pPr>
      <w:r>
        <w:t xml:space="preserve">In the Wireshark main window, type </w:t>
      </w:r>
      <w:proofErr w:type="spellStart"/>
      <w:r w:rsidRPr="00D81DD4">
        <w:rPr>
          <w:b/>
        </w:rPr>
        <w:t>dns</w:t>
      </w:r>
      <w:proofErr w:type="spellEnd"/>
      <w:r>
        <w:t xml:space="preserve"> in the </w:t>
      </w:r>
      <w:r w:rsidRPr="00B368FD">
        <w:rPr>
          <w:b/>
        </w:rPr>
        <w:t xml:space="preserve">Filter </w:t>
      </w:r>
      <w:r>
        <w:t xml:space="preserve">field. Click </w:t>
      </w:r>
      <w:r w:rsidRPr="00D81DD4">
        <w:rPr>
          <w:b/>
        </w:rPr>
        <w:t>Apply</w:t>
      </w:r>
      <w:r>
        <w:t>.</w:t>
      </w:r>
    </w:p>
    <w:p w14:paraId="7E4C9910" w14:textId="77777777" w:rsidR="007B53C6" w:rsidRDefault="007B53C6" w:rsidP="007B53C6">
      <w:pPr>
        <w:pStyle w:val="BodyTextL50"/>
        <w:keepNext/>
      </w:pPr>
      <w:r>
        <w:rPr>
          <w:b/>
        </w:rPr>
        <w:lastRenderedPageBreak/>
        <w:t>Note</w:t>
      </w:r>
      <w:r>
        <w:t>: If you do not see any results after the DNS filter was applied, close the web browser. In the terminal window, type ping</w:t>
      </w:r>
      <w:r w:rsidRPr="007E659C">
        <w:t xml:space="preserve"> </w:t>
      </w:r>
      <w:hyperlink r:id="rId11" w:history="1">
        <w:r w:rsidRPr="00465A77">
          <w:rPr>
            <w:rStyle w:val="BodyTextL25Char"/>
            <w:b/>
          </w:rPr>
          <w:t>www.google.com</w:t>
        </w:r>
      </w:hyperlink>
      <w:r w:rsidRPr="002C079C">
        <w:t xml:space="preserve"> </w:t>
      </w:r>
      <w:r>
        <w:t>as an alternative to the web browser.</w:t>
      </w:r>
    </w:p>
    <w:p w14:paraId="5B990248" w14:textId="77777777" w:rsidR="007B53C6" w:rsidRDefault="007B53C6" w:rsidP="007B53C6">
      <w:pPr>
        <w:pStyle w:val="Visual"/>
      </w:pPr>
      <w:r w:rsidRPr="00AD463C">
        <w:rPr>
          <w:noProof/>
        </w:rPr>
        <w:drawing>
          <wp:inline distT="0" distB="0" distL="0" distR="0" wp14:anchorId="6DED03C7" wp14:editId="1B6E7F59">
            <wp:extent cx="5623119" cy="3152042"/>
            <wp:effectExtent l="19050" t="19050" r="15875" b="10795"/>
            <wp:docPr id="4" name="Picture 3" descr="The screenshot displays wireshark results with the dns filter appl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729329" cy="3211578"/>
                    </a:xfrm>
                    <a:prstGeom prst="rect">
                      <a:avLst/>
                    </a:prstGeom>
                    <a:ln w="1270">
                      <a:solidFill>
                        <a:schemeClr val="accent1"/>
                      </a:solidFill>
                    </a:ln>
                  </pic:spPr>
                </pic:pic>
              </a:graphicData>
            </a:graphic>
          </wp:inline>
        </w:drawing>
      </w:r>
    </w:p>
    <w:p w14:paraId="17F96D95" w14:textId="77777777" w:rsidR="007B53C6" w:rsidRDefault="007B53C6" w:rsidP="007B53C6">
      <w:pPr>
        <w:pStyle w:val="SubStepAlpha"/>
      </w:pPr>
      <w:r>
        <w:t xml:space="preserve">In the </w:t>
      </w:r>
      <w:r w:rsidRPr="00465A77">
        <w:t>packet list pane</w:t>
      </w:r>
      <w:r>
        <w:t xml:space="preserve"> (top section) of the main window, locate the packet that includes </w:t>
      </w:r>
      <w:r w:rsidRPr="00D92317">
        <w:rPr>
          <w:b/>
          <w:bCs/>
        </w:rPr>
        <w:t>Standard query</w:t>
      </w:r>
      <w:r>
        <w:t xml:space="preserve"> and </w:t>
      </w:r>
      <w:r w:rsidRPr="00D92317">
        <w:rPr>
          <w:b/>
          <w:bCs/>
        </w:rPr>
        <w:t>A www.google.com</w:t>
      </w:r>
      <w:r>
        <w:t>. See frame 429 above as an example.</w:t>
      </w:r>
    </w:p>
    <w:p w14:paraId="56EDB668" w14:textId="77777777" w:rsidR="007B53C6" w:rsidRDefault="007B53C6" w:rsidP="007B53C6">
      <w:pPr>
        <w:pStyle w:val="Heading3"/>
      </w:pPr>
      <w:r>
        <w:t>Examine the fields in a DNS query packet.</w:t>
      </w:r>
    </w:p>
    <w:p w14:paraId="787BA658" w14:textId="4681E792" w:rsidR="007B53C6" w:rsidRDefault="007B53C6" w:rsidP="007B53C6">
      <w:pPr>
        <w:pStyle w:val="BodyTextL25"/>
        <w:keepNext/>
      </w:pPr>
      <w:r>
        <w:t>The protocol fields, highlighted in gray, are displayed in the packet details pane (middle section) of the main window.</w:t>
      </w:r>
    </w:p>
    <w:p w14:paraId="3AA973C2" w14:textId="77777777" w:rsidR="007B53C6" w:rsidRDefault="007B53C6" w:rsidP="007B53C6">
      <w:pPr>
        <w:pStyle w:val="SubStepAlpha"/>
      </w:pPr>
      <w:r>
        <w:t xml:space="preserve">In the first line in the </w:t>
      </w:r>
      <w:r w:rsidRPr="00465A77">
        <w:t>packet details pane</w:t>
      </w:r>
      <w:r>
        <w:t xml:space="preserve">, frame 429 had </w:t>
      </w:r>
      <w:r w:rsidRPr="00465A77">
        <w:t>74</w:t>
      </w:r>
      <w:r>
        <w:t xml:space="preserve"> </w:t>
      </w:r>
      <w:r w:rsidRPr="00465A77">
        <w:t>bytes</w:t>
      </w:r>
      <w:r>
        <w:t xml:space="preserve"> of data on the wire. This is the number of bytes it took to send a DNS query to a named server requesting the IP addresses of www.google.com. If you used a different web address, such as www.cisco.com, the byte count might be different.</w:t>
      </w:r>
    </w:p>
    <w:p w14:paraId="11CAA1A3" w14:textId="02C69041" w:rsidR="007B53C6" w:rsidRDefault="007B53C6" w:rsidP="007B53C6">
      <w:pPr>
        <w:pStyle w:val="SubStepAlpha"/>
      </w:pPr>
      <w:r>
        <w:t xml:space="preserve">The Ethernet II line displays the source and destination MAC addresses. The source MAC address is from your VM because your VM originated the DNS query. The destination MAC address is from the default </w:t>
      </w:r>
      <w:r w:rsidRPr="001C48CE">
        <w:rPr>
          <w:noProof/>
        </w:rPr>
        <w:t>gateway</w:t>
      </w:r>
      <w:r>
        <w:t xml:space="preserve"> because this is the last stop before this query exits the local network.</w:t>
      </w:r>
    </w:p>
    <w:p w14:paraId="1698C523" w14:textId="65E4A53E" w:rsidR="008E1D97" w:rsidRDefault="008E1D97" w:rsidP="008E1D97">
      <w:pPr>
        <w:pStyle w:val="Heading4"/>
      </w:pPr>
      <w:r>
        <w:t>Question:</w:t>
      </w:r>
    </w:p>
    <w:p w14:paraId="25A79A9F" w14:textId="77777777" w:rsidR="007B53C6" w:rsidRDefault="007B53C6" w:rsidP="008E1D97">
      <w:pPr>
        <w:pStyle w:val="BodyTextL50"/>
        <w:spacing w:before="0"/>
      </w:pPr>
      <w:r>
        <w:t>Is the source MAC address the same as the one recorded from Part 1 for the VM?</w:t>
      </w:r>
    </w:p>
    <w:p w14:paraId="25B1B880" w14:textId="6B340A74" w:rsidR="008E1D97" w:rsidRDefault="008E1D97" w:rsidP="008E1D97">
      <w:pPr>
        <w:pStyle w:val="AnswerLineL50"/>
      </w:pPr>
      <w:r>
        <w:t>Type your answers here.</w:t>
      </w:r>
    </w:p>
    <w:p w14:paraId="434FBFBE" w14:textId="77777777" w:rsidR="007B53C6" w:rsidRDefault="007B53C6" w:rsidP="007B53C6">
      <w:pPr>
        <w:pStyle w:val="SubStepAlpha"/>
      </w:pPr>
      <w:r>
        <w:t xml:space="preserve">In the </w:t>
      </w:r>
      <w:r w:rsidRPr="00465A77">
        <w:t>Internet Protocol Version 4</w:t>
      </w:r>
      <w:r>
        <w:t xml:space="preserve"> line, the IP packet Wireshark capture indicates that the source IP address of this DNS query is </w:t>
      </w:r>
      <w:r w:rsidRPr="00465A77">
        <w:t>192.168.</w:t>
      </w:r>
      <w:r>
        <w:t>8</w:t>
      </w:r>
      <w:r w:rsidRPr="00465A77">
        <w:t>.1</w:t>
      </w:r>
      <w:r>
        <w:t>0 and the destination IP address is 8.8.4.4. In this example, the destination address is the DNS server.</w:t>
      </w:r>
    </w:p>
    <w:p w14:paraId="657BC512" w14:textId="77777777" w:rsidR="007B53C6" w:rsidRPr="00BD009E" w:rsidRDefault="007B53C6" w:rsidP="007B53C6">
      <w:pPr>
        <w:pStyle w:val="BodyTextL50"/>
        <w:keepNext/>
      </w:pPr>
      <w:r w:rsidRPr="00BD009E">
        <w:t xml:space="preserve">Can you </w:t>
      </w:r>
      <w:r>
        <w:t>identify</w:t>
      </w:r>
      <w:r w:rsidRPr="00BD009E">
        <w:t xml:space="preserve"> the IP and MAC addresses for the source and destination</w:t>
      </w:r>
      <w:r>
        <w:t>s of this packet</w:t>
      </w:r>
      <w:r w:rsidRPr="00BD009E">
        <w:t>?</w:t>
      </w:r>
    </w:p>
    <w:tbl>
      <w:tblPr>
        <w:tblW w:w="981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1E0" w:firstRow="1" w:lastRow="1" w:firstColumn="1" w:lastColumn="1" w:noHBand="0" w:noVBand="0"/>
        <w:tblDescription w:val="This table lists IP and MAC addresses of the device. Record your answers in cells labeled &quot;blank&quot;."/>
      </w:tblPr>
      <w:tblGrid>
        <w:gridCol w:w="2427"/>
        <w:gridCol w:w="3423"/>
        <w:gridCol w:w="3960"/>
      </w:tblGrid>
      <w:tr w:rsidR="007B53C6" w14:paraId="642A7B07" w14:textId="77777777" w:rsidTr="0074388D">
        <w:trPr>
          <w:cantSplit/>
          <w:tblHeader/>
          <w:jc w:val="center"/>
        </w:trPr>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84436B4" w14:textId="77777777" w:rsidR="007B53C6" w:rsidRPr="00BD009E" w:rsidRDefault="007B53C6" w:rsidP="00D40B2B">
            <w:pPr>
              <w:pStyle w:val="TableHeading"/>
            </w:pPr>
            <w:r>
              <w:t>Device</w:t>
            </w:r>
          </w:p>
        </w:tc>
        <w:tc>
          <w:tcPr>
            <w:tcW w:w="34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BF37833" w14:textId="77777777" w:rsidR="007B53C6" w:rsidRPr="00BD009E" w:rsidRDefault="007B53C6" w:rsidP="00D40B2B">
            <w:pPr>
              <w:pStyle w:val="TableHeading"/>
            </w:pPr>
            <w:r>
              <w:t>IP Address</w:t>
            </w:r>
          </w:p>
        </w:tc>
        <w:tc>
          <w:tcPr>
            <w:tcW w:w="39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6570A14" w14:textId="77777777" w:rsidR="007B53C6" w:rsidRPr="00BD009E" w:rsidRDefault="007B53C6" w:rsidP="00D40B2B">
            <w:pPr>
              <w:pStyle w:val="TableHeading"/>
            </w:pPr>
            <w:r>
              <w:t>MAC Address</w:t>
            </w:r>
          </w:p>
        </w:tc>
      </w:tr>
      <w:tr w:rsidR="007B53C6" w14:paraId="70C9D55E" w14:textId="77777777" w:rsidTr="0074388D">
        <w:trPr>
          <w:cantSplit/>
          <w:jc w:val="center"/>
        </w:trPr>
        <w:tc>
          <w:tcPr>
            <w:tcW w:w="2427" w:type="dxa"/>
            <w:shd w:val="clear" w:color="auto" w:fill="auto"/>
            <w:vAlign w:val="bottom"/>
          </w:tcPr>
          <w:p w14:paraId="4CBEAC9C" w14:textId="77777777" w:rsidR="007B53C6" w:rsidRPr="00BD009E" w:rsidRDefault="007B53C6" w:rsidP="00D40B2B">
            <w:pPr>
              <w:pStyle w:val="TableText"/>
            </w:pPr>
            <w:r>
              <w:t>Source Workstation</w:t>
            </w:r>
          </w:p>
        </w:tc>
        <w:tc>
          <w:tcPr>
            <w:tcW w:w="3423" w:type="dxa"/>
            <w:shd w:val="clear" w:color="auto" w:fill="auto"/>
            <w:vAlign w:val="bottom"/>
          </w:tcPr>
          <w:p w14:paraId="49F0BA2F" w14:textId="3E380B71" w:rsidR="007B53C6" w:rsidRPr="001E30A1" w:rsidRDefault="001E30A1" w:rsidP="001E30A1">
            <w:pPr>
              <w:pStyle w:val="ConfigWindow"/>
            </w:pPr>
            <w:r w:rsidRPr="001E30A1">
              <w:t>blank</w:t>
            </w:r>
          </w:p>
        </w:tc>
        <w:tc>
          <w:tcPr>
            <w:tcW w:w="3960" w:type="dxa"/>
            <w:shd w:val="clear" w:color="auto" w:fill="auto"/>
            <w:vAlign w:val="bottom"/>
          </w:tcPr>
          <w:p w14:paraId="33236AED" w14:textId="19A14B21" w:rsidR="007B53C6" w:rsidRPr="001E30A1" w:rsidRDefault="001E30A1" w:rsidP="001E30A1">
            <w:pPr>
              <w:pStyle w:val="ConfigWindow"/>
            </w:pPr>
            <w:r w:rsidRPr="001E30A1">
              <w:t>blank</w:t>
            </w:r>
          </w:p>
        </w:tc>
      </w:tr>
      <w:tr w:rsidR="007B53C6" w14:paraId="2BED7C80" w14:textId="77777777" w:rsidTr="0074388D">
        <w:trPr>
          <w:cantSplit/>
          <w:jc w:val="center"/>
        </w:trPr>
        <w:tc>
          <w:tcPr>
            <w:tcW w:w="2427" w:type="dxa"/>
            <w:shd w:val="clear" w:color="auto" w:fill="auto"/>
            <w:vAlign w:val="bottom"/>
          </w:tcPr>
          <w:p w14:paraId="0A0B7E19" w14:textId="77777777" w:rsidR="007B53C6" w:rsidRDefault="007B53C6" w:rsidP="00D40B2B">
            <w:pPr>
              <w:pStyle w:val="TableText"/>
            </w:pPr>
            <w:r>
              <w:t>Destination DNS Server/ Default Gateway</w:t>
            </w:r>
          </w:p>
        </w:tc>
        <w:tc>
          <w:tcPr>
            <w:tcW w:w="3423" w:type="dxa"/>
            <w:shd w:val="clear" w:color="auto" w:fill="auto"/>
            <w:vAlign w:val="bottom"/>
          </w:tcPr>
          <w:p w14:paraId="75F13DCD" w14:textId="5EAD3A2E" w:rsidR="007B53C6" w:rsidRPr="001E30A1" w:rsidRDefault="001E30A1" w:rsidP="001E30A1">
            <w:pPr>
              <w:pStyle w:val="ConfigWindow"/>
            </w:pPr>
            <w:r w:rsidRPr="001E30A1">
              <w:t>Blank</w:t>
            </w:r>
          </w:p>
        </w:tc>
        <w:tc>
          <w:tcPr>
            <w:tcW w:w="3960" w:type="dxa"/>
            <w:shd w:val="clear" w:color="auto" w:fill="auto"/>
            <w:vAlign w:val="bottom"/>
          </w:tcPr>
          <w:p w14:paraId="42DCCE92" w14:textId="1008A3EF" w:rsidR="007B53C6" w:rsidRPr="001E30A1" w:rsidRDefault="001E30A1" w:rsidP="001E30A1">
            <w:pPr>
              <w:pStyle w:val="ConfigWindow"/>
            </w:pPr>
            <w:r w:rsidRPr="001E30A1">
              <w:t>Blank</w:t>
            </w:r>
          </w:p>
        </w:tc>
      </w:tr>
    </w:tbl>
    <w:p w14:paraId="50CDFC96" w14:textId="41BCDCAC" w:rsidR="007B53C6" w:rsidRDefault="007B53C6" w:rsidP="007B53C6">
      <w:pPr>
        <w:pStyle w:val="BodyTextL50"/>
      </w:pPr>
      <w:r w:rsidRPr="00D40B2B">
        <w:rPr>
          <w:b/>
          <w:bCs/>
        </w:rPr>
        <w:lastRenderedPageBreak/>
        <w:t>Note</w:t>
      </w:r>
      <w:r w:rsidRPr="0074388D">
        <w:t xml:space="preserve">: </w:t>
      </w:r>
      <w:r w:rsidR="00D92317">
        <w:t>T</w:t>
      </w:r>
      <w:r>
        <w:t>he destination IP address is</w:t>
      </w:r>
      <w:r w:rsidR="00D92317">
        <w:t xml:space="preserve"> for</w:t>
      </w:r>
      <w:r>
        <w:t xml:space="preserve"> the DNS Server</w:t>
      </w:r>
      <w:r w:rsidR="00D92317">
        <w:t>,</w:t>
      </w:r>
      <w:r>
        <w:t xml:space="preserve"> but the destination MAC address is</w:t>
      </w:r>
      <w:r w:rsidR="0074388D">
        <w:t xml:space="preserve"> for</w:t>
      </w:r>
      <w:r>
        <w:t xml:space="preserve"> the default gateway.</w:t>
      </w:r>
    </w:p>
    <w:p w14:paraId="095FE847" w14:textId="77777777" w:rsidR="007B53C6" w:rsidRDefault="007B53C6" w:rsidP="007B53C6">
      <w:pPr>
        <w:pStyle w:val="BodyTextL50"/>
      </w:pPr>
      <w:r>
        <w:t>The IP packet and header encapsulates the UDP segment. The UDP segment contains the DNS query as the data.</w:t>
      </w:r>
    </w:p>
    <w:p w14:paraId="3F5EA0D8" w14:textId="5FB4C3F6" w:rsidR="007B53C6" w:rsidRDefault="007B53C6" w:rsidP="007B53C6">
      <w:pPr>
        <w:pStyle w:val="SubStepAlpha"/>
        <w:keepNext/>
      </w:pPr>
      <w:r>
        <w:t>A UDP header only has four fields: source port, destination port, length, and checksum. Each field in a UDP header is only 16 bits as depicted below.</w:t>
      </w:r>
    </w:p>
    <w:p w14:paraId="2C4D4906" w14:textId="77777777" w:rsidR="007B53C6" w:rsidRDefault="007B53C6" w:rsidP="007B53C6">
      <w:pPr>
        <w:pStyle w:val="Visual"/>
      </w:pPr>
      <w:r>
        <w:rPr>
          <w:noProof/>
        </w:rPr>
        <w:drawing>
          <wp:inline distT="0" distB="0" distL="0" distR="0" wp14:anchorId="5BDAE24D" wp14:editId="7728798A">
            <wp:extent cx="3657600" cy="1183238"/>
            <wp:effectExtent l="0" t="0" r="0" b="0"/>
            <wp:docPr id="22" name="Picture 22" descr="Screen shot of the fields in an UDP seg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1183238"/>
                    </a:xfrm>
                    <a:prstGeom prst="rect">
                      <a:avLst/>
                    </a:prstGeom>
                    <a:noFill/>
                  </pic:spPr>
                </pic:pic>
              </a:graphicData>
            </a:graphic>
          </wp:inline>
        </w:drawing>
      </w:r>
    </w:p>
    <w:p w14:paraId="2BF73AC1" w14:textId="77777777" w:rsidR="007B53C6" w:rsidRDefault="007B53C6" w:rsidP="00DB314C">
      <w:pPr>
        <w:pStyle w:val="BodyTextL50"/>
      </w:pPr>
      <w:r>
        <w:t>Click the arrow next to User Datagram Protocol to view the details. Notice that there are only four fields. The source port number in this example is 58029. The source port was randomly generated by the VM using port numbers that are not reserved. The destination port is</w:t>
      </w:r>
      <w:r w:rsidRPr="00465A77">
        <w:t xml:space="preserve"> 53</w:t>
      </w:r>
      <w:r>
        <w:t xml:space="preserve">. </w:t>
      </w:r>
      <w:r w:rsidRPr="00465A77">
        <w:t>Port</w:t>
      </w:r>
      <w:r>
        <w:t xml:space="preserve"> </w:t>
      </w:r>
      <w:r w:rsidRPr="00465A77">
        <w:t>53</w:t>
      </w:r>
      <w:r>
        <w:t xml:space="preserve"> is a well-known port reserved for use with DNS. DNS servers listen on port </w:t>
      </w:r>
      <w:r w:rsidRPr="00465A77">
        <w:t>53</w:t>
      </w:r>
      <w:r>
        <w:t xml:space="preserve"> for DNS queries from clients.</w:t>
      </w:r>
    </w:p>
    <w:p w14:paraId="4695D435" w14:textId="77777777" w:rsidR="007B53C6" w:rsidRDefault="007B53C6" w:rsidP="007B53C6">
      <w:pPr>
        <w:pStyle w:val="Visual"/>
      </w:pPr>
      <w:r>
        <w:rPr>
          <w:noProof/>
          <w14:textOutline w14:w="1270" w14:cap="rnd" w14:cmpd="sng" w14:algn="ctr">
            <w14:solidFill>
              <w14:schemeClr w14:val="accent1"/>
            </w14:solidFill>
            <w14:prstDash w14:val="solid"/>
            <w14:bevel/>
          </w14:textOutline>
        </w:rPr>
        <w:drawing>
          <wp:inline distT="0" distB="0" distL="0" distR="0" wp14:anchorId="66CB8D9B" wp14:editId="44681695">
            <wp:extent cx="5539045" cy="2243504"/>
            <wp:effectExtent l="19050" t="19050" r="24130" b="23495"/>
            <wp:docPr id="6" name="Picture 6" descr="This screenshot displays the details of U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5553689" cy="2249435"/>
                    </a:xfrm>
                    <a:prstGeom prst="rect">
                      <a:avLst/>
                    </a:prstGeom>
                    <a:noFill/>
                    <a:ln w="1270">
                      <a:solidFill>
                        <a:schemeClr val="accent1"/>
                      </a:solidFill>
                    </a:ln>
                  </pic:spPr>
                </pic:pic>
              </a:graphicData>
            </a:graphic>
          </wp:inline>
        </w:drawing>
      </w:r>
    </w:p>
    <w:p w14:paraId="7CFAC3C6" w14:textId="77777777" w:rsidR="007B53C6" w:rsidRDefault="007B53C6" w:rsidP="007B53C6">
      <w:pPr>
        <w:pStyle w:val="BodyTextL50"/>
        <w:keepNext/>
      </w:pPr>
      <w:r>
        <w:t xml:space="preserve">In this example, the length of the UDP segment is </w:t>
      </w:r>
      <w:r w:rsidRPr="00465A77">
        <w:t>40</w:t>
      </w:r>
      <w:r>
        <w:t xml:space="preserve"> bytes. The length of the UDP segment in your example may be different. Out of 40 bytes, 8 bytes are used as the header. The other 32 bytes are used </w:t>
      </w:r>
      <w:r>
        <w:lastRenderedPageBreak/>
        <w:t xml:space="preserve">by DNS query data. The 32 bytes of DNS query data is in the following illustration in the </w:t>
      </w:r>
      <w:r w:rsidRPr="00465A77">
        <w:t>packet bytes pane</w:t>
      </w:r>
      <w:r>
        <w:t xml:space="preserve"> (lower section) of the Wireshark main window.</w:t>
      </w:r>
    </w:p>
    <w:p w14:paraId="3B3590EB" w14:textId="77777777" w:rsidR="007B53C6" w:rsidRDefault="007B53C6" w:rsidP="007B53C6">
      <w:pPr>
        <w:pStyle w:val="Visual"/>
      </w:pPr>
      <w:r w:rsidRPr="00821393">
        <w:rPr>
          <w:noProof/>
        </w:rPr>
        <w:drawing>
          <wp:inline distT="0" distB="0" distL="0" distR="0" wp14:anchorId="02B734FB" wp14:editId="61172E71">
            <wp:extent cx="5010150" cy="2710510"/>
            <wp:effectExtent l="19050" t="19050" r="19050" b="13970"/>
            <wp:docPr id="8" name="Picture 8" descr="This screenshot displays the details of DNS que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040847" cy="2727117"/>
                    </a:xfrm>
                    <a:prstGeom prst="rect">
                      <a:avLst/>
                    </a:prstGeom>
                    <a:ln w="1270">
                      <a:solidFill>
                        <a:schemeClr val="accent1"/>
                      </a:solidFill>
                    </a:ln>
                  </pic:spPr>
                </pic:pic>
              </a:graphicData>
            </a:graphic>
          </wp:inline>
        </w:drawing>
      </w:r>
    </w:p>
    <w:p w14:paraId="1105694E" w14:textId="77777777" w:rsidR="007B53C6" w:rsidRDefault="007B53C6" w:rsidP="007B53C6">
      <w:pPr>
        <w:pStyle w:val="BodyTextL50"/>
      </w:pPr>
      <w:r>
        <w:t>The checksum is used to determine the integrity of the UDP header after it has traversed the internet.</w:t>
      </w:r>
    </w:p>
    <w:p w14:paraId="17A59853" w14:textId="77777777" w:rsidR="007B53C6" w:rsidRDefault="007B53C6" w:rsidP="007B53C6">
      <w:pPr>
        <w:pStyle w:val="BodyTextL50"/>
      </w:pPr>
      <w:r>
        <w:t>The UDP header has low overhead because UDP does not have fields that are associated with the three-way handshake in TCP. Any data transfer reliability issues that occur must be handled by the application layer.</w:t>
      </w:r>
    </w:p>
    <w:p w14:paraId="46D16A77" w14:textId="740F79F7" w:rsidR="007B53C6" w:rsidRDefault="00DB314C" w:rsidP="007B53C6">
      <w:pPr>
        <w:pStyle w:val="BodyTextL50"/>
        <w:keepNext/>
      </w:pPr>
      <w:r>
        <w:t xml:space="preserve">Expand as necessary to see the details. </w:t>
      </w:r>
      <w:r w:rsidR="007B53C6">
        <w:t>Record your Wireshark results in the table below:</w:t>
      </w:r>
    </w:p>
    <w:tbl>
      <w:tblPr>
        <w:tblStyle w:val="LabTableStyle"/>
        <w:tblW w:w="0" w:type="auto"/>
        <w:tblLook w:val="04A0" w:firstRow="1" w:lastRow="0" w:firstColumn="1" w:lastColumn="0" w:noHBand="0" w:noVBand="1"/>
        <w:tblDescription w:val="This table allows you to record the wireshark results. Record your answers in cell that are labeled &quot;blank&quot;."/>
      </w:tblPr>
      <w:tblGrid>
        <w:gridCol w:w="2967"/>
        <w:gridCol w:w="5779"/>
      </w:tblGrid>
      <w:tr w:rsidR="00DB314C" w14:paraId="1E700288" w14:textId="77777777" w:rsidTr="00DB314C">
        <w:trPr>
          <w:cnfStyle w:val="100000000000" w:firstRow="1" w:lastRow="0" w:firstColumn="0" w:lastColumn="0" w:oddVBand="0" w:evenVBand="0" w:oddHBand="0" w:evenHBand="0" w:firstRowFirstColumn="0" w:firstRowLastColumn="0" w:lastRowFirstColumn="0" w:lastRowLastColumn="0"/>
          <w:tblHeader/>
        </w:trPr>
        <w:tc>
          <w:tcPr>
            <w:tcW w:w="2967" w:type="dxa"/>
          </w:tcPr>
          <w:p w14:paraId="0682352D" w14:textId="6DE48935" w:rsidR="00DB314C" w:rsidRDefault="00DB314C" w:rsidP="00DB314C">
            <w:pPr>
              <w:pStyle w:val="TableHeading"/>
            </w:pPr>
            <w:r>
              <w:t>Description</w:t>
            </w:r>
          </w:p>
        </w:tc>
        <w:tc>
          <w:tcPr>
            <w:tcW w:w="5779" w:type="dxa"/>
          </w:tcPr>
          <w:p w14:paraId="4C3EC09C" w14:textId="7507839F" w:rsidR="00DB314C" w:rsidRPr="00C425C9" w:rsidRDefault="00DB314C" w:rsidP="00DB314C">
            <w:pPr>
              <w:pStyle w:val="TableHeading"/>
            </w:pPr>
            <w:r>
              <w:t>Wireshark Results</w:t>
            </w:r>
          </w:p>
        </w:tc>
      </w:tr>
      <w:tr w:rsidR="001E30A1" w14:paraId="6692D5F7" w14:textId="77777777" w:rsidTr="007A377C">
        <w:tc>
          <w:tcPr>
            <w:tcW w:w="2967" w:type="dxa"/>
          </w:tcPr>
          <w:p w14:paraId="6AEE278D" w14:textId="77777777" w:rsidR="001E30A1" w:rsidRDefault="001E30A1" w:rsidP="001E30A1">
            <w:pPr>
              <w:pStyle w:val="TableText"/>
            </w:pPr>
            <w:r>
              <w:t>Frame size</w:t>
            </w:r>
          </w:p>
        </w:tc>
        <w:tc>
          <w:tcPr>
            <w:tcW w:w="5779" w:type="dxa"/>
            <w:vAlign w:val="top"/>
          </w:tcPr>
          <w:p w14:paraId="4D7041A3" w14:textId="0C0D645F" w:rsidR="001E30A1" w:rsidRPr="001E30A1" w:rsidRDefault="001E30A1" w:rsidP="001E30A1">
            <w:pPr>
              <w:pStyle w:val="ConfigWindow"/>
            </w:pPr>
            <w:r w:rsidRPr="001E30A1">
              <w:t>blank</w:t>
            </w:r>
          </w:p>
        </w:tc>
      </w:tr>
      <w:tr w:rsidR="001E30A1" w14:paraId="4CB5B9C1" w14:textId="77777777" w:rsidTr="007A377C">
        <w:tc>
          <w:tcPr>
            <w:tcW w:w="2967" w:type="dxa"/>
          </w:tcPr>
          <w:p w14:paraId="2A275713" w14:textId="77777777" w:rsidR="001E30A1" w:rsidRDefault="001E30A1" w:rsidP="001E30A1">
            <w:pPr>
              <w:pStyle w:val="TableText"/>
            </w:pPr>
            <w:r>
              <w:t>Source MAC address</w:t>
            </w:r>
          </w:p>
        </w:tc>
        <w:tc>
          <w:tcPr>
            <w:tcW w:w="5779" w:type="dxa"/>
            <w:vAlign w:val="top"/>
          </w:tcPr>
          <w:p w14:paraId="42442E6C" w14:textId="66B0AAE5" w:rsidR="001E30A1" w:rsidRPr="001E30A1" w:rsidRDefault="001E30A1" w:rsidP="001E30A1">
            <w:pPr>
              <w:pStyle w:val="ConfigWindow"/>
            </w:pPr>
            <w:r w:rsidRPr="001E30A1">
              <w:t>blank</w:t>
            </w:r>
          </w:p>
        </w:tc>
      </w:tr>
      <w:tr w:rsidR="001E30A1" w14:paraId="497F90B9" w14:textId="77777777" w:rsidTr="007A377C">
        <w:tc>
          <w:tcPr>
            <w:tcW w:w="2967" w:type="dxa"/>
          </w:tcPr>
          <w:p w14:paraId="72A3F6C1" w14:textId="77777777" w:rsidR="001E30A1" w:rsidRDefault="001E30A1" w:rsidP="001E30A1">
            <w:pPr>
              <w:pStyle w:val="TableText"/>
            </w:pPr>
            <w:r>
              <w:t>Destination MAC address</w:t>
            </w:r>
          </w:p>
        </w:tc>
        <w:tc>
          <w:tcPr>
            <w:tcW w:w="5779" w:type="dxa"/>
            <w:vAlign w:val="top"/>
          </w:tcPr>
          <w:p w14:paraId="173E3B8F" w14:textId="60DE1129" w:rsidR="001E30A1" w:rsidRPr="001E30A1" w:rsidRDefault="001E30A1" w:rsidP="001E30A1">
            <w:pPr>
              <w:pStyle w:val="ConfigWindow"/>
            </w:pPr>
            <w:r w:rsidRPr="001E30A1">
              <w:t>blank</w:t>
            </w:r>
          </w:p>
        </w:tc>
      </w:tr>
      <w:tr w:rsidR="001E30A1" w14:paraId="2188768B" w14:textId="77777777" w:rsidTr="007A377C">
        <w:tc>
          <w:tcPr>
            <w:tcW w:w="2967" w:type="dxa"/>
          </w:tcPr>
          <w:p w14:paraId="3DDFF6C1" w14:textId="77777777" w:rsidR="001E30A1" w:rsidRDefault="001E30A1" w:rsidP="001E30A1">
            <w:pPr>
              <w:pStyle w:val="TableText"/>
            </w:pPr>
            <w:r>
              <w:t>Source IP address</w:t>
            </w:r>
          </w:p>
        </w:tc>
        <w:tc>
          <w:tcPr>
            <w:tcW w:w="5779" w:type="dxa"/>
            <w:vAlign w:val="top"/>
          </w:tcPr>
          <w:p w14:paraId="540A1305" w14:textId="768E3038" w:rsidR="001E30A1" w:rsidRPr="001E30A1" w:rsidRDefault="001E30A1" w:rsidP="001E30A1">
            <w:pPr>
              <w:pStyle w:val="ConfigWindow"/>
            </w:pPr>
            <w:r w:rsidRPr="001E30A1">
              <w:t>blank</w:t>
            </w:r>
          </w:p>
        </w:tc>
      </w:tr>
      <w:tr w:rsidR="001E30A1" w14:paraId="4F94B382" w14:textId="77777777" w:rsidTr="007A377C">
        <w:tc>
          <w:tcPr>
            <w:tcW w:w="2967" w:type="dxa"/>
          </w:tcPr>
          <w:p w14:paraId="0B38702A" w14:textId="77777777" w:rsidR="001E30A1" w:rsidRDefault="001E30A1" w:rsidP="001E30A1">
            <w:pPr>
              <w:pStyle w:val="TableText"/>
            </w:pPr>
            <w:r>
              <w:t>Destination IP address</w:t>
            </w:r>
          </w:p>
        </w:tc>
        <w:tc>
          <w:tcPr>
            <w:tcW w:w="5779" w:type="dxa"/>
            <w:vAlign w:val="top"/>
          </w:tcPr>
          <w:p w14:paraId="0F33C18B" w14:textId="7CCA5C80" w:rsidR="001E30A1" w:rsidRPr="001E30A1" w:rsidRDefault="001E30A1" w:rsidP="001E30A1">
            <w:pPr>
              <w:pStyle w:val="ConfigWindow"/>
            </w:pPr>
            <w:r w:rsidRPr="001E30A1">
              <w:t>blank</w:t>
            </w:r>
          </w:p>
        </w:tc>
      </w:tr>
      <w:tr w:rsidR="001E30A1" w14:paraId="2A06C3CD" w14:textId="77777777" w:rsidTr="007A377C">
        <w:tc>
          <w:tcPr>
            <w:tcW w:w="2967" w:type="dxa"/>
          </w:tcPr>
          <w:p w14:paraId="16B75D0B" w14:textId="77777777" w:rsidR="001E30A1" w:rsidRDefault="001E30A1" w:rsidP="001E30A1">
            <w:pPr>
              <w:pStyle w:val="TableText"/>
            </w:pPr>
            <w:r>
              <w:t>Source port</w:t>
            </w:r>
          </w:p>
        </w:tc>
        <w:tc>
          <w:tcPr>
            <w:tcW w:w="5779" w:type="dxa"/>
            <w:vAlign w:val="top"/>
          </w:tcPr>
          <w:p w14:paraId="1379282B" w14:textId="41C859B9" w:rsidR="001E30A1" w:rsidRPr="001E30A1" w:rsidRDefault="001E30A1" w:rsidP="001E30A1">
            <w:pPr>
              <w:pStyle w:val="ConfigWindow"/>
            </w:pPr>
            <w:r w:rsidRPr="001E30A1">
              <w:t>blank</w:t>
            </w:r>
          </w:p>
        </w:tc>
      </w:tr>
      <w:tr w:rsidR="001E30A1" w14:paraId="1E781287" w14:textId="77777777" w:rsidTr="007A377C">
        <w:tc>
          <w:tcPr>
            <w:tcW w:w="2967" w:type="dxa"/>
          </w:tcPr>
          <w:p w14:paraId="60926291" w14:textId="77777777" w:rsidR="001E30A1" w:rsidRDefault="001E30A1" w:rsidP="001E30A1">
            <w:pPr>
              <w:pStyle w:val="TableText"/>
            </w:pPr>
            <w:r>
              <w:t>Destination port</w:t>
            </w:r>
          </w:p>
        </w:tc>
        <w:tc>
          <w:tcPr>
            <w:tcW w:w="5779" w:type="dxa"/>
            <w:vAlign w:val="top"/>
          </w:tcPr>
          <w:p w14:paraId="6ADC3F5F" w14:textId="727C0A3D" w:rsidR="001E30A1" w:rsidRPr="001E30A1" w:rsidRDefault="001E30A1" w:rsidP="001E30A1">
            <w:pPr>
              <w:pStyle w:val="ConfigWindow"/>
            </w:pPr>
            <w:r w:rsidRPr="001E30A1">
              <w:t>blank</w:t>
            </w:r>
          </w:p>
        </w:tc>
      </w:tr>
    </w:tbl>
    <w:p w14:paraId="548FA999" w14:textId="77777777" w:rsidR="008E1D97" w:rsidRDefault="008E1D97" w:rsidP="008E1D97">
      <w:pPr>
        <w:pStyle w:val="Heading4"/>
      </w:pPr>
      <w:r>
        <w:t>Question:</w:t>
      </w:r>
    </w:p>
    <w:p w14:paraId="52F7943E" w14:textId="77777777" w:rsidR="008E1D97" w:rsidRDefault="007B53C6" w:rsidP="007B53C6">
      <w:pPr>
        <w:pStyle w:val="BodyTextL50"/>
      </w:pPr>
      <w:r>
        <w:t>Is the source IP address the same as the local PC’s IP address you recorded in Part 1?</w:t>
      </w:r>
    </w:p>
    <w:p w14:paraId="7F6B97FC" w14:textId="7C5ED433" w:rsidR="007B53C6" w:rsidRDefault="008E1D97" w:rsidP="001E30A1">
      <w:pPr>
        <w:pStyle w:val="AnswerLineL50"/>
      </w:pPr>
      <w:r>
        <w:t>Type your answers here.</w:t>
      </w:r>
    </w:p>
    <w:p w14:paraId="7ED3A1F6" w14:textId="77777777" w:rsidR="008E1D97" w:rsidRDefault="007B53C6" w:rsidP="007B53C6">
      <w:pPr>
        <w:pStyle w:val="BodyTextL50"/>
      </w:pPr>
      <w:r>
        <w:t>Is the destination IP address the same as the default gateway noted in Part 1?</w:t>
      </w:r>
    </w:p>
    <w:p w14:paraId="53259ADA" w14:textId="77777777" w:rsidR="008E1D97" w:rsidRDefault="008E1D97" w:rsidP="008E1D97">
      <w:pPr>
        <w:pStyle w:val="AnswerLineL50"/>
      </w:pPr>
      <w:r>
        <w:t>Type your answers here.</w:t>
      </w:r>
    </w:p>
    <w:p w14:paraId="4446D31A" w14:textId="77777777" w:rsidR="007B53C6" w:rsidRDefault="007B53C6" w:rsidP="008E1D97">
      <w:pPr>
        <w:pStyle w:val="Heading3"/>
      </w:pPr>
      <w:r>
        <w:t>Examine the fields in a DNS response packet.</w:t>
      </w:r>
    </w:p>
    <w:p w14:paraId="6C1D6109" w14:textId="77777777" w:rsidR="007B53C6" w:rsidRDefault="007B53C6" w:rsidP="007B53C6">
      <w:pPr>
        <w:pStyle w:val="BodyTextL25"/>
      </w:pPr>
      <w:r>
        <w:t>In this step, you will examine the DNS response packet and verify that the DNS response packet also uses the UDP.</w:t>
      </w:r>
    </w:p>
    <w:p w14:paraId="3E20993F" w14:textId="77777777" w:rsidR="007B53C6" w:rsidRDefault="007B53C6" w:rsidP="007B53C6">
      <w:pPr>
        <w:pStyle w:val="SubStepAlpha"/>
        <w:keepNext/>
      </w:pPr>
      <w:r>
        <w:lastRenderedPageBreak/>
        <w:t>In this example, frame 488 is the corresponding DNS response packet. Notice the number of bytes on the wire is 90. It is a larger packet compared to the DNS query packet. This is because the DNS response packet will include a variety of information about the domain.</w:t>
      </w:r>
    </w:p>
    <w:p w14:paraId="03A3CCD9" w14:textId="2DC6FF07" w:rsidR="007B53C6" w:rsidRDefault="007B53C6" w:rsidP="008E1D97">
      <w:pPr>
        <w:pStyle w:val="Visual"/>
        <w:spacing w:after="120"/>
      </w:pPr>
      <w:r w:rsidRPr="002D4110">
        <w:rPr>
          <w:noProof/>
        </w:rPr>
        <w:drawing>
          <wp:inline distT="0" distB="0" distL="0" distR="0" wp14:anchorId="2224991B" wp14:editId="2DE6AAE8">
            <wp:extent cx="5829489" cy="2472104"/>
            <wp:effectExtent l="19050" t="19050" r="19050" b="23495"/>
            <wp:docPr id="11" name="Picture 11" descr="This screenshot displays the DNS response pa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851269" cy="2481340"/>
                    </a:xfrm>
                    <a:prstGeom prst="rect">
                      <a:avLst/>
                    </a:prstGeom>
                    <a:ln w="1270">
                      <a:solidFill>
                        <a:schemeClr val="accent1"/>
                      </a:solidFill>
                    </a:ln>
                  </pic:spPr>
                </pic:pic>
              </a:graphicData>
            </a:graphic>
          </wp:inline>
        </w:drawing>
      </w:r>
    </w:p>
    <w:p w14:paraId="4632815D" w14:textId="18C1F671" w:rsidR="008E1D97" w:rsidRDefault="008E1D97" w:rsidP="008E1D97">
      <w:pPr>
        <w:pStyle w:val="Heading4"/>
      </w:pPr>
      <w:r>
        <w:t>Question:</w:t>
      </w:r>
    </w:p>
    <w:p w14:paraId="3DF654D5" w14:textId="77777777" w:rsidR="007B53C6" w:rsidRDefault="007B53C6" w:rsidP="008E1D97">
      <w:pPr>
        <w:pStyle w:val="SubStepAlpha"/>
        <w:spacing w:before="0"/>
      </w:pPr>
      <w:r>
        <w:t>In the Ethernet II frame for the DNS response, what device is the source MAC address and what device is the destination MAC address?</w:t>
      </w:r>
    </w:p>
    <w:p w14:paraId="407A0488" w14:textId="77777777" w:rsidR="008E1D97" w:rsidRDefault="008E1D97" w:rsidP="008E1D97">
      <w:pPr>
        <w:pStyle w:val="AnswerLineL50"/>
      </w:pPr>
      <w:r>
        <w:t>Type your answers here.</w:t>
      </w:r>
    </w:p>
    <w:p w14:paraId="6A62CC74" w14:textId="77777777" w:rsidR="008E1D97" w:rsidRDefault="007B53C6" w:rsidP="007B53C6">
      <w:pPr>
        <w:pStyle w:val="SubStepAlpha"/>
        <w:keepNext/>
      </w:pPr>
      <w:r>
        <w:t>Notice the source and destination IP addresses in the IP packet.</w:t>
      </w:r>
    </w:p>
    <w:p w14:paraId="7305A71B" w14:textId="23C3E8CE" w:rsidR="008E1D97" w:rsidRDefault="008E1D97" w:rsidP="008E1D97">
      <w:pPr>
        <w:pStyle w:val="Heading4"/>
      </w:pPr>
      <w:r>
        <w:t>Questions:</w:t>
      </w:r>
    </w:p>
    <w:p w14:paraId="7498B73F" w14:textId="15DEE21C" w:rsidR="008E1D97" w:rsidRDefault="00F8484B" w:rsidP="00DC0C69">
      <w:pPr>
        <w:pStyle w:val="BodyTextL50"/>
        <w:spacing w:before="0"/>
      </w:pPr>
      <w:r>
        <w:t>What is the d</w:t>
      </w:r>
      <w:r w:rsidR="007B53C6">
        <w:t>estination IP address</w:t>
      </w:r>
      <w:r>
        <w:t>?</w:t>
      </w:r>
    </w:p>
    <w:p w14:paraId="746A25FF" w14:textId="5AA4B23F" w:rsidR="008E1D97" w:rsidRDefault="008E1D97" w:rsidP="008E1D97">
      <w:pPr>
        <w:pStyle w:val="AnswerLineL50"/>
      </w:pPr>
      <w:r>
        <w:t>Type your answers here.</w:t>
      </w:r>
    </w:p>
    <w:p w14:paraId="1A20CFC8" w14:textId="3257895D" w:rsidR="007B53C6" w:rsidRDefault="00F8484B" w:rsidP="007B53C6">
      <w:pPr>
        <w:pStyle w:val="BodyTextL50"/>
      </w:pPr>
      <w:r>
        <w:t>What is the s</w:t>
      </w:r>
      <w:r w:rsidR="007B53C6">
        <w:t>ource IP address</w:t>
      </w:r>
      <w:r>
        <w:t>?</w:t>
      </w:r>
    </w:p>
    <w:p w14:paraId="5C022DD2" w14:textId="77777777" w:rsidR="008E1D97" w:rsidRDefault="008E1D97" w:rsidP="008E1D97">
      <w:pPr>
        <w:pStyle w:val="AnswerLineL50"/>
      </w:pPr>
      <w:r>
        <w:t>Type your answers here.</w:t>
      </w:r>
    </w:p>
    <w:p w14:paraId="7BFDB50A" w14:textId="77777777" w:rsidR="007B53C6" w:rsidRDefault="007B53C6" w:rsidP="007B53C6">
      <w:pPr>
        <w:pStyle w:val="BodyTextL50"/>
      </w:pPr>
      <w:r>
        <w:t>What happened to the roles of source and destination for the VM and default gateway?</w:t>
      </w:r>
    </w:p>
    <w:p w14:paraId="67F5EEFC" w14:textId="77777777" w:rsidR="008E1D97" w:rsidRDefault="008E1D97" w:rsidP="00DC0C69">
      <w:pPr>
        <w:pStyle w:val="AnswerLineL50"/>
        <w:spacing w:after="360"/>
      </w:pPr>
      <w:r>
        <w:t>Type your answers here.</w:t>
      </w:r>
    </w:p>
    <w:p w14:paraId="2148B52D" w14:textId="77777777" w:rsidR="007B53C6" w:rsidRDefault="007B53C6" w:rsidP="007B53C6">
      <w:pPr>
        <w:pStyle w:val="SubStepAlpha"/>
      </w:pPr>
      <w:r>
        <w:t>In the UDP segment, the role of the port numbers has also reversed. The destination port number is 58029. Port number 58029 is the same port that was generated by the VM when the DNS query was sent to the DNS server. Your VM listens for a DNS response on this port.</w:t>
      </w:r>
    </w:p>
    <w:p w14:paraId="7D5B3930" w14:textId="77777777" w:rsidR="007B53C6" w:rsidRDefault="007B53C6" w:rsidP="007B53C6">
      <w:pPr>
        <w:pStyle w:val="BodyTextL50"/>
      </w:pPr>
      <w:r>
        <w:t xml:space="preserve">The source port number is </w:t>
      </w:r>
      <w:r w:rsidRPr="00465A77">
        <w:t>53</w:t>
      </w:r>
      <w:r>
        <w:t xml:space="preserve">. The DNS server listens for a DNS query on port </w:t>
      </w:r>
      <w:r w:rsidRPr="00465A77">
        <w:t>53</w:t>
      </w:r>
      <w:r>
        <w:t xml:space="preserve"> and then sends a DNS response with a source port number of </w:t>
      </w:r>
      <w:r w:rsidRPr="00465A77">
        <w:t>53</w:t>
      </w:r>
      <w:r>
        <w:t xml:space="preserve"> back to the </w:t>
      </w:r>
      <w:r w:rsidRPr="0088642E">
        <w:rPr>
          <w:noProof/>
        </w:rPr>
        <w:t>originator</w:t>
      </w:r>
      <w:r>
        <w:t xml:space="preserve"> of the DNS query.</w:t>
      </w:r>
    </w:p>
    <w:p w14:paraId="2FADEF55" w14:textId="77777777" w:rsidR="007B53C6" w:rsidRDefault="007B53C6" w:rsidP="007B53C6">
      <w:pPr>
        <w:pStyle w:val="BodyTextL50"/>
        <w:keepNext/>
      </w:pPr>
      <w:r>
        <w:lastRenderedPageBreak/>
        <w:t xml:space="preserve">When the DNS response is expanded, notice the resolved IP addresses for www.google.com in the </w:t>
      </w:r>
      <w:r w:rsidRPr="001C0E11">
        <w:rPr>
          <w:b/>
        </w:rPr>
        <w:t>Answers</w:t>
      </w:r>
      <w:r>
        <w:t xml:space="preserve"> section.</w:t>
      </w:r>
    </w:p>
    <w:p w14:paraId="3EC36453" w14:textId="77777777" w:rsidR="007B53C6" w:rsidRPr="003B7FE8" w:rsidRDefault="007B53C6" w:rsidP="007B53C6">
      <w:pPr>
        <w:pStyle w:val="Visual"/>
        <w:ind w:left="720" w:hanging="720"/>
      </w:pPr>
      <w:r w:rsidRPr="00647F72">
        <w:rPr>
          <w:noProof/>
        </w:rPr>
        <w:drawing>
          <wp:inline distT="0" distB="0" distL="0" distR="0" wp14:anchorId="6C70EA0D" wp14:editId="6167A197">
            <wp:extent cx="6140162" cy="3292720"/>
            <wp:effectExtent l="19050" t="19050" r="13335" b="22225"/>
            <wp:docPr id="12" name="Picture 12" descr="This screenshot displays the details of DNS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146915" cy="3296341"/>
                    </a:xfrm>
                    <a:prstGeom prst="rect">
                      <a:avLst/>
                    </a:prstGeom>
                    <a:ln w="1270">
                      <a:solidFill>
                        <a:schemeClr val="accent1"/>
                      </a:solidFill>
                    </a:ln>
                  </pic:spPr>
                </pic:pic>
              </a:graphicData>
            </a:graphic>
          </wp:inline>
        </w:drawing>
      </w:r>
    </w:p>
    <w:p w14:paraId="68EC92D3" w14:textId="19CEFD15" w:rsidR="007B53C6" w:rsidRDefault="007B53C6" w:rsidP="007B53C6">
      <w:pPr>
        <w:pStyle w:val="Heading1"/>
      </w:pPr>
      <w:r>
        <w:t>Reflection Question</w:t>
      </w:r>
    </w:p>
    <w:p w14:paraId="56C99E37" w14:textId="77777777" w:rsidR="007B53C6" w:rsidRDefault="007B53C6" w:rsidP="007B53C6">
      <w:pPr>
        <w:pStyle w:val="BodyTextL25"/>
      </w:pPr>
      <w:r>
        <w:t>What are the benefits of using UDP instead of TCP as a transport protocol for DNS?</w:t>
      </w:r>
    </w:p>
    <w:p w14:paraId="41B79CC2" w14:textId="4156A332" w:rsidR="008E1D97" w:rsidRDefault="008E1D97" w:rsidP="00DC0C69">
      <w:pPr>
        <w:pStyle w:val="AnswerLineL25"/>
        <w:spacing w:after="720"/>
      </w:pPr>
      <w:r>
        <w:t>Type your answers here.</w:t>
      </w:r>
    </w:p>
    <w:p w14:paraId="1F9BDAC0" w14:textId="4D9CACC9" w:rsidR="00C162C0" w:rsidRPr="007B53C6" w:rsidRDefault="007B53C6" w:rsidP="007B53C6">
      <w:pPr>
        <w:pStyle w:val="ConfigWindow"/>
      </w:pPr>
      <w:r w:rsidRPr="007B53C6">
        <w:t>End of document</w:t>
      </w:r>
    </w:p>
    <w:sectPr w:rsidR="00C162C0" w:rsidRPr="007B53C6" w:rsidSect="009C3182">
      <w:headerReference w:type="default" r:id="rId18"/>
      <w:footerReference w:type="default" r:id="rId19"/>
      <w:headerReference w:type="first" r:id="rId20"/>
      <w:footerReference w:type="first" r:id="rId2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9FB2F" w14:textId="77777777" w:rsidR="00B10A45" w:rsidRDefault="00B10A45" w:rsidP="00710659">
      <w:pPr>
        <w:spacing w:after="0" w:line="240" w:lineRule="auto"/>
      </w:pPr>
      <w:r>
        <w:separator/>
      </w:r>
    </w:p>
    <w:p w14:paraId="00462EF7" w14:textId="77777777" w:rsidR="00B10A45" w:rsidRDefault="00B10A45"/>
  </w:endnote>
  <w:endnote w:type="continuationSeparator" w:id="0">
    <w:p w14:paraId="386F4422" w14:textId="77777777" w:rsidR="00B10A45" w:rsidRDefault="00B10A45" w:rsidP="00710659">
      <w:pPr>
        <w:spacing w:after="0" w:line="240" w:lineRule="auto"/>
      </w:pPr>
      <w:r>
        <w:continuationSeparator/>
      </w:r>
    </w:p>
    <w:p w14:paraId="1F9596C2" w14:textId="77777777" w:rsidR="00B10A45" w:rsidRDefault="00B10A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69F74" w14:textId="325E9AC1"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C14BF">
          <w:t>2017</w:t>
        </w:r>
      </w:sdtContent>
    </w:sdt>
    <w:r>
      <w:t xml:space="preserve"> - </w:t>
    </w:r>
    <w:r>
      <w:fldChar w:fldCharType="begin"/>
    </w:r>
    <w:r>
      <w:instrText xml:space="preserve"> SAVEDATE  \@ "yyyy"  \* MERGEFORMAT </w:instrText>
    </w:r>
    <w:r>
      <w:fldChar w:fldCharType="separate"/>
    </w:r>
    <w:r w:rsidR="00F03DF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95C1E" w14:textId="196091C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C14BF">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F03DF9">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4FEB3" w14:textId="77777777" w:rsidR="00B10A45" w:rsidRDefault="00B10A45" w:rsidP="00710659">
      <w:pPr>
        <w:spacing w:after="0" w:line="240" w:lineRule="auto"/>
      </w:pPr>
      <w:r>
        <w:separator/>
      </w:r>
    </w:p>
    <w:p w14:paraId="65DBDB1D" w14:textId="77777777" w:rsidR="00B10A45" w:rsidRDefault="00B10A45"/>
  </w:footnote>
  <w:footnote w:type="continuationSeparator" w:id="0">
    <w:p w14:paraId="2E4503D7" w14:textId="77777777" w:rsidR="00B10A45" w:rsidRDefault="00B10A45" w:rsidP="00710659">
      <w:pPr>
        <w:spacing w:after="0" w:line="240" w:lineRule="auto"/>
      </w:pPr>
      <w:r>
        <w:continuationSeparator/>
      </w:r>
    </w:p>
    <w:p w14:paraId="28B119A9" w14:textId="77777777" w:rsidR="00B10A45" w:rsidRDefault="00B10A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061656E1BD143A0969139B92F85C6B7"/>
      </w:placeholder>
      <w:dataBinding w:prefixMappings="xmlns:ns0='http://purl.org/dc/elements/1.1/' xmlns:ns1='http://schemas.openxmlformats.org/package/2006/metadata/core-properties' " w:xpath="/ns1:coreProperties[1]/ns0:title[1]" w:storeItemID="{6C3C8BC8-F283-45AE-878A-BAB7291924A1}"/>
      <w:text/>
    </w:sdtPr>
    <w:sdtEndPr/>
    <w:sdtContent>
      <w:p w14:paraId="055C6ECE" w14:textId="77777777" w:rsidR="00926CB2" w:rsidRDefault="007B53C6" w:rsidP="008402F2">
        <w:pPr>
          <w:pStyle w:val="PageHead"/>
        </w:pPr>
        <w:r>
          <w:t>Lab - Using Wireshark to Examine a UDP DNS Capture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5C9BC" w14:textId="77777777" w:rsidR="00926CB2" w:rsidRDefault="00882B63" w:rsidP="006C3FCF">
    <w:pPr>
      <w:ind w:left="-288"/>
    </w:pPr>
    <w:r>
      <w:rPr>
        <w:noProof/>
      </w:rPr>
      <w:drawing>
        <wp:inline distT="0" distB="0" distL="0" distR="0" wp14:anchorId="78DED540" wp14:editId="17A8007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D0A19AC"/>
    <w:lvl w:ilvl="0">
      <w:start w:val="1"/>
      <w:numFmt w:val="decimal"/>
      <w:lvlText w:val="%1."/>
      <w:lvlJc w:val="left"/>
      <w:pPr>
        <w:tabs>
          <w:tab w:val="num" w:pos="1080"/>
        </w:tabs>
        <w:ind w:left="1080" w:hanging="360"/>
      </w:p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1"/>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B3D"/>
    <w:rsid w:val="00001BDF"/>
    <w:rsid w:val="0000380F"/>
    <w:rsid w:val="00004175"/>
    <w:rsid w:val="000059C9"/>
    <w:rsid w:val="00012C22"/>
    <w:rsid w:val="000160F7"/>
    <w:rsid w:val="00016D5B"/>
    <w:rsid w:val="00016F30"/>
    <w:rsid w:val="0002047C"/>
    <w:rsid w:val="00021B9A"/>
    <w:rsid w:val="000242D6"/>
    <w:rsid w:val="00024B3D"/>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3226"/>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8B5"/>
    <w:rsid w:val="00107B2B"/>
    <w:rsid w:val="00112AC5"/>
    <w:rsid w:val="00112B48"/>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0A1"/>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0B40"/>
    <w:rsid w:val="003020FF"/>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62C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37BB"/>
    <w:rsid w:val="003D6EF1"/>
    <w:rsid w:val="003E5BE5"/>
    <w:rsid w:val="003F18D1"/>
    <w:rsid w:val="003F20EC"/>
    <w:rsid w:val="003F4F0E"/>
    <w:rsid w:val="003F6096"/>
    <w:rsid w:val="003F6E06"/>
    <w:rsid w:val="00403C7A"/>
    <w:rsid w:val="004057A6"/>
    <w:rsid w:val="00406554"/>
    <w:rsid w:val="00407755"/>
    <w:rsid w:val="0041293B"/>
    <w:rsid w:val="004131B0"/>
    <w:rsid w:val="004152D6"/>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0A75"/>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7E98"/>
    <w:rsid w:val="005E3235"/>
    <w:rsid w:val="005E4176"/>
    <w:rsid w:val="005E4876"/>
    <w:rsid w:val="005E65B5"/>
    <w:rsid w:val="005F0301"/>
    <w:rsid w:val="005F3AE9"/>
    <w:rsid w:val="006007BB"/>
    <w:rsid w:val="00601DC0"/>
    <w:rsid w:val="006034CB"/>
    <w:rsid w:val="00603503"/>
    <w:rsid w:val="00603C52"/>
    <w:rsid w:val="00610419"/>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388D"/>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3C6"/>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6AF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1D9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2845"/>
    <w:rsid w:val="00932E3B"/>
    <w:rsid w:val="00933237"/>
    <w:rsid w:val="00933F28"/>
    <w:rsid w:val="009400C3"/>
    <w:rsid w:val="00942299"/>
    <w:rsid w:val="009453F7"/>
    <w:rsid w:val="009476C0"/>
    <w:rsid w:val="00963E34"/>
    <w:rsid w:val="00964DFA"/>
    <w:rsid w:val="00970A69"/>
    <w:rsid w:val="0098155C"/>
    <w:rsid w:val="00981CCA"/>
    <w:rsid w:val="00983B77"/>
    <w:rsid w:val="009948C6"/>
    <w:rsid w:val="00996053"/>
    <w:rsid w:val="00997E71"/>
    <w:rsid w:val="009A0B2F"/>
    <w:rsid w:val="009A1CF4"/>
    <w:rsid w:val="009A37D7"/>
    <w:rsid w:val="009A4E17"/>
    <w:rsid w:val="009A6955"/>
    <w:rsid w:val="009B0697"/>
    <w:rsid w:val="009B341C"/>
    <w:rsid w:val="009B5747"/>
    <w:rsid w:val="009B638C"/>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4EC8"/>
    <w:rsid w:val="00B052EE"/>
    <w:rsid w:val="00B1081F"/>
    <w:rsid w:val="00B10A45"/>
    <w:rsid w:val="00B2496B"/>
    <w:rsid w:val="00B27499"/>
    <w:rsid w:val="00B3010D"/>
    <w:rsid w:val="00B35151"/>
    <w:rsid w:val="00B433F2"/>
    <w:rsid w:val="00B458E8"/>
    <w:rsid w:val="00B47940"/>
    <w:rsid w:val="00B52993"/>
    <w:rsid w:val="00B5397B"/>
    <w:rsid w:val="00B53EE9"/>
    <w:rsid w:val="00B6183E"/>
    <w:rsid w:val="00B62809"/>
    <w:rsid w:val="00B72F2A"/>
    <w:rsid w:val="00B74716"/>
    <w:rsid w:val="00B7675A"/>
    <w:rsid w:val="00B81898"/>
    <w:rsid w:val="00B82DED"/>
    <w:rsid w:val="00B83078"/>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63C"/>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E2E"/>
    <w:rsid w:val="00C47F2E"/>
    <w:rsid w:val="00C52BA6"/>
    <w:rsid w:val="00C57A1A"/>
    <w:rsid w:val="00C60BBD"/>
    <w:rsid w:val="00C6258F"/>
    <w:rsid w:val="00C62C41"/>
    <w:rsid w:val="00C63DF6"/>
    <w:rsid w:val="00C63E58"/>
    <w:rsid w:val="00C6495E"/>
    <w:rsid w:val="00C665A2"/>
    <w:rsid w:val="00C670EE"/>
    <w:rsid w:val="00C67E3B"/>
    <w:rsid w:val="00C71F4C"/>
    <w:rsid w:val="00C73521"/>
    <w:rsid w:val="00C73E03"/>
    <w:rsid w:val="00C77B29"/>
    <w:rsid w:val="00C82F63"/>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2269"/>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2317"/>
    <w:rsid w:val="00D93063"/>
    <w:rsid w:val="00D933B0"/>
    <w:rsid w:val="00D951FC"/>
    <w:rsid w:val="00D96C51"/>
    <w:rsid w:val="00D977E8"/>
    <w:rsid w:val="00D97B16"/>
    <w:rsid w:val="00DA119B"/>
    <w:rsid w:val="00DB1C89"/>
    <w:rsid w:val="00DB314C"/>
    <w:rsid w:val="00DB3763"/>
    <w:rsid w:val="00DB4029"/>
    <w:rsid w:val="00DB5F4D"/>
    <w:rsid w:val="00DB66F2"/>
    <w:rsid w:val="00DB6DA5"/>
    <w:rsid w:val="00DB6FFA"/>
    <w:rsid w:val="00DC076B"/>
    <w:rsid w:val="00DC0C69"/>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8AD"/>
    <w:rsid w:val="00E67A6E"/>
    <w:rsid w:val="00E70096"/>
    <w:rsid w:val="00E71B43"/>
    <w:rsid w:val="00E81612"/>
    <w:rsid w:val="00E82BD7"/>
    <w:rsid w:val="00E859E3"/>
    <w:rsid w:val="00E87D18"/>
    <w:rsid w:val="00E87D62"/>
    <w:rsid w:val="00E900AA"/>
    <w:rsid w:val="00E97333"/>
    <w:rsid w:val="00EA486E"/>
    <w:rsid w:val="00EA4FA3"/>
    <w:rsid w:val="00EB001B"/>
    <w:rsid w:val="00EB3082"/>
    <w:rsid w:val="00EB6C33"/>
    <w:rsid w:val="00EC12EF"/>
    <w:rsid w:val="00EC14BF"/>
    <w:rsid w:val="00EC1DEA"/>
    <w:rsid w:val="00EC6F62"/>
    <w:rsid w:val="00ED2EA2"/>
    <w:rsid w:val="00ED6019"/>
    <w:rsid w:val="00ED7830"/>
    <w:rsid w:val="00EE2BFF"/>
    <w:rsid w:val="00EE3909"/>
    <w:rsid w:val="00EF4205"/>
    <w:rsid w:val="00EF5939"/>
    <w:rsid w:val="00F01714"/>
    <w:rsid w:val="00F0258F"/>
    <w:rsid w:val="00F02D06"/>
    <w:rsid w:val="00F03DF9"/>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484B"/>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445FF"/>
  <w15:docId w15:val="{C3C6EF5C-D50F-43FF-81AD-168248D9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112B4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26AF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12B4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112B4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Section">
    <w:name w:val="Lab Section"/>
    <w:basedOn w:val="Heading1"/>
    <w:next w:val="Normal"/>
    <w:qFormat/>
    <w:rsid w:val="007B53C6"/>
    <w:pPr>
      <w:numPr>
        <w:numId w:val="0"/>
      </w:numPr>
      <w:tabs>
        <w:tab w:val="num" w:pos="0"/>
      </w:tabs>
    </w:pPr>
    <w:rPr>
      <w:rFonts w:ascii="Cambria" w:eastAsia="Times New Roman" w:hAnsi="Cambria"/>
      <w:b w:val="0"/>
      <w:bCs w:val="0"/>
      <w:iCs/>
      <w:noProof w:val="0"/>
      <w:color w:val="365F91"/>
      <w:sz w:val="24"/>
      <w:szCs w:val="28"/>
      <w:lang w:val="x-none" w:eastAsia="x-none"/>
    </w:rPr>
  </w:style>
  <w:style w:type="numbering" w:customStyle="1" w:styleId="PartStepSubStepList">
    <w:name w:val="Part_Step_SubStep_List"/>
    <w:basedOn w:val="NoList"/>
    <w:uiPriority w:val="99"/>
    <w:semiHidden/>
    <w:rsid w:val="007B53C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061656E1BD143A0969139B92F85C6B7"/>
        <w:category>
          <w:name w:val="General"/>
          <w:gallery w:val="placeholder"/>
        </w:category>
        <w:types>
          <w:type w:val="bbPlcHdr"/>
        </w:types>
        <w:behaviors>
          <w:behavior w:val="content"/>
        </w:behaviors>
        <w:guid w:val="{7339D8C1-8742-4AA1-8D24-E12CD28C108D}"/>
      </w:docPartPr>
      <w:docPartBody>
        <w:p w:rsidR="00E60325" w:rsidRDefault="001B7C16">
          <w:pPr>
            <w:pStyle w:val="F061656E1BD143A0969139B92F85C6B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C16"/>
    <w:rsid w:val="001B7C16"/>
    <w:rsid w:val="002D23EF"/>
    <w:rsid w:val="003277D1"/>
    <w:rsid w:val="00C454EB"/>
    <w:rsid w:val="00D35DB2"/>
    <w:rsid w:val="00E60325"/>
    <w:rsid w:val="00EC5E4C"/>
    <w:rsid w:val="00F11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61656E1BD143A0969139B92F85C6B7">
    <w:name w:val="F061656E1BD143A0969139B92F85C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0F653-14C0-42CF-BF42-56D0DFC60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8</Pages>
  <Words>1471</Words>
  <Characters>8390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Lab - Using Wireshark to Examine a UDP DNS Capture</vt:lpstr>
    </vt:vector>
  </TitlesOfParts>
  <Company>Cisco Systems, Inc.</Company>
  <LinksUpToDate>false</LinksUpToDate>
  <CharactersWithSpaces>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Using Wireshark to Examine a UDP DNS Capture</dc:title>
  <dc:creator>SP</dc:creator>
  <dc:description>2017</dc:description>
  <cp:lastModifiedBy>Suk-Yi Pennock -X (spennock - UNICON INC at Cisco)</cp:lastModifiedBy>
  <cp:revision>4</cp:revision>
  <cp:lastPrinted>2020-07-16T03:44:00Z</cp:lastPrinted>
  <dcterms:created xsi:type="dcterms:W3CDTF">2020-07-16T03:41:00Z</dcterms:created>
  <dcterms:modified xsi:type="dcterms:W3CDTF">2020-07-16T03:44:00Z</dcterms:modified>
</cp:coreProperties>
</file>